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BD4A2F" w14:textId="77777777" w:rsidR="00712B3B" w:rsidRPr="00712B3B" w:rsidRDefault="00712B3B" w:rsidP="00712B3B">
      <w:pPr>
        <w:widowControl/>
        <w:spacing w:before="100" w:beforeAutospacing="1" w:after="100" w:afterAutospacing="1"/>
        <w:jc w:val="left"/>
        <w:outlineLvl w:val="0"/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</w:pPr>
      <w:r w:rsidRPr="00712B3B"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  <w:t>Severe acute respiratory syndrome coronavirus 2 isolate SARS-CoV-2/human/USA/NY-CDC-LC0642966/2022 ORF1ab polyprotein (ORF1ab), ORF1a polyprotein (ORF1ab), surface glycoprotein (S), ORF3a protein (ORF3a), envelope protein (E), membrane glycoprotein (M), ORF6 p...</w:t>
      </w:r>
    </w:p>
    <w:p w14:paraId="1BD3F60C" w14:textId="77777777" w:rsidR="00712B3B" w:rsidRPr="00712B3B" w:rsidRDefault="00712B3B" w:rsidP="00712B3B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712B3B">
        <w:rPr>
          <w:rFonts w:ascii="ＭＳ Ｐゴシック" w:eastAsia="ＭＳ Ｐゴシック" w:hAnsi="ＭＳ Ｐゴシック" w:cs="ＭＳ Ｐゴシック"/>
          <w:kern w:val="0"/>
          <w:sz w:val="24"/>
        </w:rPr>
        <w:t>GenBank: ON624524.1</w:t>
      </w:r>
    </w:p>
    <w:p w14:paraId="2D92DF56" w14:textId="77777777" w:rsidR="00712B3B" w:rsidRPr="00712B3B" w:rsidRDefault="00712B3B" w:rsidP="00712B3B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712B3B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712B3B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"https://www.ncbi.nlm.nih.gov/nuccore/ON624524.1?report=fasta" </w:instrText>
      </w:r>
      <w:r w:rsidRPr="00712B3B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712B3B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FASTA</w:t>
      </w:r>
      <w:r w:rsidRPr="00712B3B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r w:rsidRPr="00712B3B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  <w:bookmarkStart w:id="0" w:name="EntrezSystem2.PEntrez.Nuccore.Sequence_R"/>
      <w:r w:rsidRPr="00712B3B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712B3B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"https://www.ncbi.nlm.nih.gov/nuccore/ON624524.1?report=graph" </w:instrText>
      </w:r>
      <w:r w:rsidRPr="00712B3B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712B3B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Graphics</w:t>
      </w:r>
      <w:r w:rsidRPr="00712B3B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bookmarkEnd w:id="0"/>
      <w:r w:rsidRPr="00712B3B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</w:p>
    <w:bookmarkStart w:id="1" w:name="locus_ON624524.1"/>
    <w:bookmarkEnd w:id="1"/>
    <w:p w14:paraId="768EA9D3" w14:textId="77777777" w:rsidR="00712B3B" w:rsidRPr="00712B3B" w:rsidRDefault="00712B3B" w:rsidP="00712B3B">
      <w:pPr>
        <w:widowControl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712B3B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712B3B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"https://www.ncbi.nlm.nih.gov/nuccore/ON624524.1" \l "goto2246156379_0" </w:instrText>
      </w:r>
      <w:r w:rsidRPr="00712B3B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712B3B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Go to:</w:t>
      </w:r>
      <w:r w:rsidRPr="00712B3B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</w:p>
    <w:p w14:paraId="5A15FDB6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>LOCUS       ON624524               29262 bp    RNA     linear   VRL 28-MAY-2022</w:t>
      </w:r>
    </w:p>
    <w:p w14:paraId="18B304EA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>DEFINITION  Severe acute respiratory syndrome coronavirus 2 isolate</w:t>
      </w:r>
    </w:p>
    <w:p w14:paraId="26D037A9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SARS-CoV-2/human/USA/NY-CDC-LC0642966/2022 ORF1ab polyprotein</w:t>
      </w:r>
    </w:p>
    <w:p w14:paraId="1CF42025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(ORF1ab), ORF1a polyprotein (ORF1ab), surface glycoprotein (S),</w:t>
      </w:r>
    </w:p>
    <w:p w14:paraId="5C81E56F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ORF3a protein (ORF3a), envelope protein (E), membrane glycoprotein</w:t>
      </w:r>
    </w:p>
    <w:p w14:paraId="7E4BC3CA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(M), ORF6 protein (ORF6), ORF7a protein (ORF7a), ORF7b (ORF7b), and</w:t>
      </w:r>
    </w:p>
    <w:p w14:paraId="3BA30EE0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ORF8 protein (ORF8) genes, complete cds; and nucleocapsid</w:t>
      </w:r>
    </w:p>
    <w:p w14:paraId="797E6FD4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phosphoprotein (N) gene, partial cds.</w:t>
      </w:r>
    </w:p>
    <w:p w14:paraId="02950AA9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>ACCESSION   ON624524</w:t>
      </w:r>
    </w:p>
    <w:p w14:paraId="2AC6A593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>VERSION     ON624524.1</w:t>
      </w:r>
    </w:p>
    <w:p w14:paraId="21CACA61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DBLINK      BioProject: </w:t>
      </w: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"https://www.ncbi.nlm.nih.gov/bioproject/PRJNA716984" </w:instrText>
      </w: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12B3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PRJNA716984</w:t>
      </w: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7BC2AAC6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BioSample: </w:t>
      </w: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"https://www.ncbi.nlm.nih.gov/biosample/SAMN28706511" </w:instrText>
      </w: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12B3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SAMN28706511</w:t>
      </w: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761E6F54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>KEYWORDS    purposeofsampling:baselinesurveillance.</w:t>
      </w:r>
    </w:p>
    <w:p w14:paraId="08A1DE08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>SOURCE      Severe acute respiratory syndrome coronavirus 2 (SARS-CoV-2)</w:t>
      </w:r>
    </w:p>
    <w:p w14:paraId="44CF9DC4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ORGANISM  </w:t>
      </w: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12B3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Severe acute respiratory syndrome coronavirus 2</w:t>
      </w: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6BE43F44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Viruses; Riboviria; Orthornavirae; Pisuviricota; Pisoniviricetes;</w:t>
      </w:r>
    </w:p>
    <w:p w14:paraId="2E5C1674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Nidovirales; Cornidovirineae; Coronaviridae; Orthocoronavirinae;</w:t>
      </w:r>
    </w:p>
    <w:p w14:paraId="1DD638A2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Betacoronavirus; Sarbecovirus.</w:t>
      </w:r>
    </w:p>
    <w:p w14:paraId="3E47662F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>REFERENCE   1  (bases 1 to 29262)</w:t>
      </w:r>
    </w:p>
    <w:p w14:paraId="5427EFEA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AUTHORS   Howard,D., Batra,D., Cook,P.W., Caravas,J., Rambo-Martin,B.,</w:t>
      </w:r>
    </w:p>
    <w:p w14:paraId="1B2BD1DB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Sammons,S., Unoarumhi,Y., Schmerer,M., Lacek,K.A., Kendall,T.,</w:t>
      </w:r>
    </w:p>
    <w:p w14:paraId="7B1E7CF8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Caban Figueroa,V., Morrison,S., Gulvick,C., Agarwal,M., Almasri,E.,</w:t>
      </w:r>
    </w:p>
    <w:p w14:paraId="5BAD420F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Boles,D., Burns,A., Charoensri,N., Cohen,O., Countryman,S.,</w:t>
      </w:r>
    </w:p>
    <w:p w14:paraId="20CC1EFB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Cristobal,M.A., Croy,B., Dale,S., Deshmukh,H., Douglas,A.,</w:t>
      </w:r>
    </w:p>
    <w:p w14:paraId="51CD3B61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Drouillon,V., Eisenberg,M., Engler,H., Ghatti,R., Gupta,P.,</w:t>
      </w:r>
    </w:p>
    <w:p w14:paraId="496BDAEB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Hicks,S., Humphrey,J., Iyer,L., Pfefferle,L., Jain,M., Robinson,M.,</w:t>
      </w:r>
    </w:p>
    <w:p w14:paraId="49BA4BAD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Kolli,M., Krueger,B., Kuphal,T., Letovsky,S., Levandoski,M.,</w:t>
      </w:r>
    </w:p>
    <w:p w14:paraId="0AF611AE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Lukasik,C., Meltzer,J., Norvell,B., Nye,M., Parker,S.,</w:t>
      </w:r>
    </w:p>
    <w:p w14:paraId="1D10EDEB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Petropoulos,C., Pruitt,J., Ragan,S., Ryan,S., Sapeta,M.,</w:t>
      </w:r>
    </w:p>
    <w:p w14:paraId="2D842292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Schroth,J., Selvaraju,S.B., Stevovic,G., Suchanek,A., Throop,A.,</w:t>
      </w:r>
    </w:p>
    <w:p w14:paraId="412EF87B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Tilson,L., Urban,T., Voshell,J., Wagner,K., Williams,J.,</w:t>
      </w:r>
    </w:p>
    <w:p w14:paraId="41FF5E6D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Williamson,M., Zeng,Q., Zwiefelhofer,T., Paden,C.R. and</w:t>
      </w:r>
    </w:p>
    <w:p w14:paraId="7CD649F8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MacCannell,D.</w:t>
      </w:r>
    </w:p>
    <w:p w14:paraId="43E0AF25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TITLE     CDC Sars CoV2 Sequencing Baseline Constellation</w:t>
      </w:r>
    </w:p>
    <w:p w14:paraId="1DAC089E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JOURNAL   Unpublished</w:t>
      </w:r>
    </w:p>
    <w:p w14:paraId="6BD357A2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>REFERENCE   2  (bases 1 to 29262)</w:t>
      </w:r>
    </w:p>
    <w:p w14:paraId="25D5D192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AUTHORS   Howard,D., Batra,D., Cook,P.W., Caravas,J., Rambo-Martin,B.,</w:t>
      </w:r>
    </w:p>
    <w:p w14:paraId="16D5A14A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Sammons,S., Unoarumhi,Y., Schmerer,M., Lacek,K.A., Kendall,T.,</w:t>
      </w:r>
    </w:p>
    <w:p w14:paraId="1C993FCB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Caban Figueroa,V., Morrison,S., Gulvick,C., Sula,E., Agarwal,M.,</w:t>
      </w:r>
    </w:p>
    <w:p w14:paraId="3E311328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Almasri,E., Boles,D., Burns,A., Charoensri,N., Cohen,O.,</w:t>
      </w:r>
    </w:p>
    <w:p w14:paraId="7BB8B926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Countryman,S., Cristobal,M.A., Croy,B., Dale,S., Deshmukh,H.,</w:t>
      </w:r>
    </w:p>
    <w:p w14:paraId="78A3DBEA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Douglas,A., Drouillon,V., Eisenberg,M., Engler,H., Ghatti,R.,</w:t>
      </w:r>
    </w:p>
    <w:p w14:paraId="41389C9D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Gupta,P., Hicks,S., Humphrey,J., Iyer,L., Pfefferle,L., Jain,M.,</w:t>
      </w:r>
    </w:p>
    <w:p w14:paraId="33DD0F93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Robinson,M., Kolli,M., Krueger,B., Kuphal,T., Letovsky,S.,</w:t>
      </w:r>
    </w:p>
    <w:p w14:paraId="42AB3A64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Levandoski,M., Lukasik,C., Meltzer,J., Norvell,B., Nye,M.,</w:t>
      </w:r>
    </w:p>
    <w:p w14:paraId="3DEBECD0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Parker,S., Petropoulos,C., Pruitt,J., Ragan,S., Ryan,S., Sapeta,M.,</w:t>
      </w:r>
    </w:p>
    <w:p w14:paraId="1EE8C347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Schroth,J., Selvaraju,S.B., Stevovic,G., Suchanek,A., Throop,A.,</w:t>
      </w:r>
    </w:p>
    <w:p w14:paraId="62983ADB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Tilson,L., Urban,T., Voshell,J., Wagner,K., Williams,J.,</w:t>
      </w:r>
    </w:p>
    <w:p w14:paraId="0516C904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Williamson,M., Zeng,Q., Zwiefelhofer,T., Paden,C.R. and</w:t>
      </w:r>
    </w:p>
    <w:p w14:paraId="562A4FAE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MacCannell,D.</w:t>
      </w:r>
    </w:p>
    <w:p w14:paraId="303FAD04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TITLE     Direct Submission</w:t>
      </w:r>
    </w:p>
    <w:p w14:paraId="15DD2E06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JOURNAL   Submitted (28-MAY-2022) Respiratory Viruses Branch, Division of</w:t>
      </w:r>
    </w:p>
    <w:p w14:paraId="613B5F2A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Viral Diseases, Centers for Disease Control and Prevention, 1600</w:t>
      </w:r>
    </w:p>
    <w:p w14:paraId="3DBEB6EF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Clifton Rd, Atlanta, GA 30329, USA</w:t>
      </w:r>
    </w:p>
    <w:p w14:paraId="587CBF25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2" w:name="comment_ON624524.1"/>
      <w:bookmarkEnd w:id="2"/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>COMMENT     ##Assembly-Data-START##</w:t>
      </w:r>
    </w:p>
    <w:p w14:paraId="44BDE3DB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Assembly Method       :: CLC Genomics</w:t>
      </w:r>
    </w:p>
    <w:p w14:paraId="43DB143C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Sequencing Technology :: PacBio Sequel II</w:t>
      </w:r>
    </w:p>
    <w:p w14:paraId="46A42D2B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##Assembly-Data-END##</w:t>
      </w:r>
    </w:p>
    <w:p w14:paraId="2365AFA0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3" w:name="feature_ON624524.1"/>
      <w:bookmarkEnd w:id="3"/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>FEATURES             Location/Qualifiers</w:t>
      </w:r>
    </w:p>
    <w:p w14:paraId="0F0F6146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 source          1..29262</w:t>
      </w:r>
    </w:p>
    <w:p w14:paraId="5C136D3B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/organism="Severe acute respiratory syndrome coronavirus</w:t>
      </w:r>
    </w:p>
    <w:p w14:paraId="7052501D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2"</w:t>
      </w:r>
    </w:p>
    <w:p w14:paraId="20D86704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/mol_type="genomic RNA"</w:t>
      </w:r>
    </w:p>
    <w:p w14:paraId="28F4CF4F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/isolate="SARS-CoV-2/human/USA/NY-CDC-LC0642966/2022"</w:t>
      </w:r>
    </w:p>
    <w:p w14:paraId="52C1CEC8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/isolation_source="Nasal Swabs"</w:t>
      </w:r>
    </w:p>
    <w:p w14:paraId="7026BAA0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/host="Homo sapiens"</w:t>
      </w:r>
    </w:p>
    <w:p w14:paraId="18D28284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/db_xref="taxon:</w:t>
      </w: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12B3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2697049</w:t>
      </w: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5EE5B521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/country="USA: New York"</w:t>
      </w:r>
    </w:p>
    <w:p w14:paraId="2D628F27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/collection_date="2022-05-09"</w:t>
      </w:r>
    </w:p>
    <w:p w14:paraId="391A8EAE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"https://www.ncbi.nlm.nih.gov/nuccore/ON624524.1?from=131&amp;to=21411" </w:instrText>
      </w: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12B3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131..21411</w:t>
      </w:r>
    </w:p>
    <w:p w14:paraId="4AE075F0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0195207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"https://www.ncbi.nlm.nih.gov/nuccore/ON624524.1?location=131:13324,13324:21411" </w:instrText>
      </w: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12B3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join(131..13324,13324..21411)</w:t>
      </w:r>
    </w:p>
    <w:p w14:paraId="066CA838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17E1F60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/ribosomal_slippage</w:t>
      </w:r>
    </w:p>
    <w:p w14:paraId="2E864DBD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71611769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/product="ORF1ab polyprotein"</w:t>
      </w:r>
    </w:p>
    <w:p w14:paraId="34CC097C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"https://www.ncbi.nlm.nih.gov/protein/2246156380" </w:instrText>
      </w: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12B3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URH30103.1</w:t>
      </w: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1294BB15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6ED9D0B8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HLKDGTCGLVEVEKGVLPQLEQPYVFIKRSDARTAPHGNVMVELVAELEGIQYGRSGE</w:t>
      </w:r>
    </w:p>
    <w:p w14:paraId="3529169C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TLGVLVPHVGEIPVAYRKVLLRKNGNKGAGGHRYGADLKSFDLGDELGTDPYEDFQEN</w:t>
      </w:r>
    </w:p>
    <w:p w14:paraId="04552A94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524F2351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LDFIDTKRGVYCCREHEHEIAWYTERSEKSYELQTPFEIKLAKKFDTFNGECPNFVFP</w:t>
      </w:r>
    </w:p>
    <w:p w14:paraId="410AB311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LNSIIKTIQPRVEKKKLDGFMGRIRSVYPVASPNECNQMCLSTLMKCDHCGETSWQTG</w:t>
      </w:r>
    </w:p>
    <w:p w14:paraId="52846872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DFVKATCEFCGTENLTKEGATTCGYLPQNAVVKIYCPACHNSEVGPEHSLAEYHNESG</w:t>
      </w:r>
    </w:p>
    <w:p w14:paraId="3CA7AC04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077EDDB0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LEILQKEKVNINIVGDFKLNEEIAIILASFSASTSAFVETVKGLDYKAFKQIVESCGN</w:t>
      </w:r>
    </w:p>
    <w:p w14:paraId="290B6050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FKVTKGKAKKGAWNIGEQKSILSPLYAFASEAARVVRSIFSRTLETAQNSVRVLQKAA</w:t>
      </w:r>
    </w:p>
    <w:p w14:paraId="347A9975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ITILDGISQYSLRLIDAMMFTSDLATNNLVVMAYITGGVVQLTSQWLTNIFGTVYEKL</w:t>
      </w:r>
    </w:p>
    <w:p w14:paraId="5E5DE06A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52772437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NKFLALCADSIIIGGAKLKALNLGETFVTHSKGLYRKCVKSREETGLLMPLKAPKEII</w:t>
      </w:r>
    </w:p>
    <w:p w14:paraId="3FB5266D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FLEGETLPTEVLTEEVVLKTGDLQPLEQPTSEAVEAPLVGTPVCINGLMLLEIKDTEK</w:t>
      </w:r>
    </w:p>
    <w:p w14:paraId="238FF246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YCALAPNMMVTNNTFTLKGGAPTKVTFGDDTVIEVQGYKSVNIIFELDERIDKVLNEK</w:t>
      </w:r>
    </w:p>
    <w:p w14:paraId="644E36A1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CSAYTVELGTEVNEFACVVADAVIKTLQPVSELLTPLGIDLDEWSMATYYLFDESGEF</w:t>
      </w:r>
    </w:p>
    <w:p w14:paraId="2792981B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KLASHMYCSFYPPDEDEEEGDCEEEEFEPSTQYEYGTEDDYQGKPLEFGATSAALQPE</w:t>
      </w:r>
    </w:p>
    <w:p w14:paraId="3DE20093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EEQEEDWLDDDSQQTVGQQDGSEDNQTTTIQTIVEVQPQLEMELTPVVQTIEVNSFSG</w:t>
      </w:r>
    </w:p>
    <w:p w14:paraId="223CED28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YLKLTDNVYIKNADIVEEAKKVKPTVVVNAANVYLKHGGGVAGALNKATNNAMQVESD</w:t>
      </w:r>
    </w:p>
    <w:p w14:paraId="1662E4A3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DYIATNGPLKVGGSCVLSGHNLAKHCLHVVGPNVNKGEDIQLLKSAYENFNQHEVLLA</w:t>
      </w:r>
    </w:p>
    <w:p w14:paraId="6AE9F12B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PLLSAGIFGADPIHSLRVCVDTVRTNVYLAVFDKNLYDKLVSSFLEMKSEKQVEQKIA</w:t>
      </w:r>
    </w:p>
    <w:p w14:paraId="2BD5E20D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EIPKEEVKPFITESKPSVEQRKQDDKKIKACVEEVTTTLEETKFLTENLLLYIDINGN</w:t>
      </w:r>
    </w:p>
    <w:p w14:paraId="474DE80F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LHPDSATLVSDIDITFLKKDAPYIVGDVVQEGVLTAVVIPTKKASGTTEMLAKALRKV</w:t>
      </w:r>
    </w:p>
    <w:p w14:paraId="12CC7167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482729C0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LAHAEETRKLMPVCVETKAIVSTIQRKYKGIKIQEGVVDYGARFYFYTSKTTVASLIN</w:t>
      </w:r>
    </w:p>
    <w:p w14:paraId="21798078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TLNDLNETLVTMPLGYVTHGLNLEEAARYMRSLKVPATVSVSSPDAVTAYNGYLTSSS</w:t>
      </w:r>
    </w:p>
    <w:p w14:paraId="4D424DA4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KTPEEHFIETISLAGSYKDWSYSGQSTQLGIEFLKRGDKSVYYTSNPTTFHLDGEVIT</w:t>
      </w:r>
    </w:p>
    <w:p w14:paraId="03A96273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FDNLKTLLSLREVRTIKVFTTVDNINLHTQVVDMSMTYGQQFGPTYLDGADVTKIKPH</w:t>
      </w:r>
    </w:p>
    <w:p w14:paraId="14328F66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NSHEGKTFYVLPNDDTLRVEAFEYYHTTDPSFLGRYMSALNHTKKWKYPQVNGLTSIK</w:t>
      </w:r>
    </w:p>
    <w:p w14:paraId="72B409AD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WADNNCYLATALLTLQQIELKFNPPALQDAYYRARAGEAANFCALILAYCNKTVGELG</w:t>
      </w:r>
    </w:p>
    <w:p w14:paraId="7FE438F1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71696292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IPCTCGKQATKYLVQQESPFVMMSAPPAQYELKHGTFTCASEYTGNYQCGHYKHITSK</w:t>
      </w:r>
    </w:p>
    <w:p w14:paraId="72F75FF7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ETLYCIDGALLTKSSEYKGPITDVFYKENSYTTTIKPVTYKLDGVVCTEIDPKLDNYY</w:t>
      </w:r>
    </w:p>
    <w:p w14:paraId="17297A59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KKDNSYFTEQPIDLVPNQPYPNASFDNFKFVCDNIKFADDLNQLTGYKKPASRELKVT</w:t>
      </w:r>
    </w:p>
    <w:p w14:paraId="2D47664D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FFPDLNGDVVAIDYKHYTPSFKKGAKLLHKPIVWHVNNATNKATYKPNTWCIRCLWST</w:t>
      </w:r>
    </w:p>
    <w:p w14:paraId="272C53C4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KPVETSNSFDVLKSEDAQGMDNLACEDLKPVSEEVVENPTIQKDVLECNVKTTEVVGD</w:t>
      </w:r>
    </w:p>
    <w:p w14:paraId="6A965E17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IILKPANNSLKITEEVGHTDLMAAYVDNSSLTIKKPNELSRVLGLKTLATHGLAAVNS</w:t>
      </w:r>
    </w:p>
    <w:p w14:paraId="25A49B08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VPWDTIANYAKPFLNKVVSTTTNIVTRCLNRVCTNYMPYFFTLLLQLCTFTRSTNSRI</w:t>
      </w:r>
    </w:p>
    <w:p w14:paraId="36DC535B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KASMPTTIAKNTVKSVGKFCLEASFNYLKSPNFSKLINIIIWFLLLSVCLGSLIYSTA</w:t>
      </w:r>
    </w:p>
    <w:p w14:paraId="3D768E8B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ALGVLMSNLGMPSYCTGYREGYLNSTNVTIATYCTGSIPCSVCLSGLDSLDTYPSLET</w:t>
      </w:r>
    </w:p>
    <w:p w14:paraId="08474517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IQITISSFKWDLTAFGLVAEWFLAYILFTRFFYVLGLAAIMQLFFSYFAVHFISNSWL</w:t>
      </w:r>
    </w:p>
    <w:p w14:paraId="3132279F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MWLIINLVQMAPISAMVRMYIFFASFYYVWKSYVHVVDGCNSSTCMMCYKRNRATRVE</w:t>
      </w:r>
    </w:p>
    <w:p w14:paraId="6C26D54D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CTTIVNGVRRSFYVYANGGKGFCKLHNWNCVNCDTFCAGSTFISDEVARDLSLQFKRP</w:t>
      </w:r>
    </w:p>
    <w:p w14:paraId="28D1E34F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INPTDQSSYIVDSVTVKNGSIHLYFDKAGQKTYERHSLSHFVNLDNLRANNTKGSLPI</w:t>
      </w:r>
    </w:p>
    <w:p w14:paraId="170A1CC0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NVIVFDGKSKCEESSAKSASVYYSQLMCQPILLLDQALVSDVGDSAEVAVKMFDAYVN</w:t>
      </w:r>
    </w:p>
    <w:p w14:paraId="79FDBD6D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TFSSTFNVPMEKLKTLVATAEAELAKNVSLDNVLSTFISAARQGFVDSDVETKDVVEC</w:t>
      </w:r>
    </w:p>
    <w:p w14:paraId="1658E9F9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LKLSHQSDIEVTGDSCNNYMLTYNKVENMTPRDLGACIDCSARHINAQVAKSHNIALI</w:t>
      </w:r>
    </w:p>
    <w:p w14:paraId="6C14B42B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WNVKDFMSLSEQLRKQIRSAAKKNNLPFKLTCATTRQVVNVVTTKIALKGGKIVNNWL</w:t>
      </w:r>
    </w:p>
    <w:p w14:paraId="7150D718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KQLIKVTLVFLFVAAIFYLITPVHVMSKHTDFSSEIIGYKAIDGGVTRDIASTDTCFA</w:t>
      </w:r>
    </w:p>
    <w:p w14:paraId="4558AF20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NKHADFDTWFSQRGGSYTNDKACPLIAAVITREVGFVVPGLPGTILRTTNGDFLHFLP</w:t>
      </w:r>
    </w:p>
    <w:p w14:paraId="76433EC1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RVFSAVGNICYTPSKLIEYTDFATSACVLAAECTIFKDASGKPVPYCYDTNVLEGSVA</w:t>
      </w:r>
    </w:p>
    <w:p w14:paraId="0CCB740B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YESLRPDTRYVLMDGSIIQFPNTYLEGSVRVVTTFDSEYCRHGTCERSEAGVCVSTSG</w:t>
      </w:r>
    </w:p>
    <w:p w14:paraId="742F7C45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RWVLNNDYYRSLPGVFCGVDAVNLFTNMFTPLIQPIGALDISASIVAGGIVAIVVTCL</w:t>
      </w:r>
    </w:p>
    <w:p w14:paraId="5CBF5EB2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AYYFMRFRRAFGEYSHVVAFNTLLFLMSFIVLCLTPVYSFLPGVYSVIYLYLTFYLTN</w:t>
      </w:r>
    </w:p>
    <w:p w14:paraId="34A0C7C7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DVSFLAHIQWMVMFTPLVPFWITIAYIICISTKHFYWFFSNYLKRRVVFNGVSFSTFE</w:t>
      </w:r>
    </w:p>
    <w:p w14:paraId="171CF377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EAALCTFLLNKEMYLKLRSDVLLPFTQYNRYLALYNKYKYFSGAMDTTSYREAACCHL</w:t>
      </w:r>
    </w:p>
    <w:p w14:paraId="4CB4CB5C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AKALNDFSNSGSDVLYQPPQISITSAVLQSGFRKMAFPSGKVEGCMVQVTCGTTTLNG</w:t>
      </w:r>
    </w:p>
    <w:p w14:paraId="4EEA6BED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LWLDDVVYCPRHVICTSEDMLNPNYEDLLIRKSNHNFLVQAGNVQLRVIGHSMQNCVL</w:t>
      </w:r>
    </w:p>
    <w:p w14:paraId="123B4555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KLKVDTANPKTPKYKFVRIQPGQTFSVLACYNGSPSGVYQCAMRHNFTIKGSFLNGSC</w:t>
      </w:r>
    </w:p>
    <w:p w14:paraId="06DF8661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GSVGFNIDYDCVSFCYMHHMELPTGVHAGTDLEGNFYGPFVDRQTAQAAGTDTTITVN</w:t>
      </w:r>
    </w:p>
    <w:p w14:paraId="4832E911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VLAWLYAAVINGDRWFLNRFTTTLNDFNLVAMKYNYEPLTQDHVDILGPLSAQTGIAV</w:t>
      </w:r>
    </w:p>
    <w:p w14:paraId="642402FF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LDMCASLKELLQNGMNGRTILGSALLEDEFTPFDVVRQCSGVTFQSAVKRTIKGTHHW</w:t>
      </w:r>
    </w:p>
    <w:p w14:paraId="5493D7F6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LLLTILTSLLVLVQSTQWSLFFFLYENAFLPFAMGIIAMSAFAMMFVKHKHAFLCLFL</w:t>
      </w:r>
    </w:p>
    <w:p w14:paraId="46D0E4B7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LPSLATVAYFNMVYMPASWVMRIMTWLDMVDTSLKLKDCVMYASAVVLLILMTARTVY</w:t>
      </w:r>
    </w:p>
    <w:p w14:paraId="56E30CFB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DDGARRVWTLMNVLTLVYKVYYGNALDQAISMWALIISVTSNYSGVVTTVMFLARGIV</w:t>
      </w:r>
    </w:p>
    <w:p w14:paraId="5F75E47B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FMCVEYCPIFFITGNTLQCIMLVYCFLGYFCTCYFGLFCLLNRYFRLTLGVYDYLVST</w:t>
      </w:r>
    </w:p>
    <w:p w14:paraId="48CB20B8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QEFRYMNSQGLLPPKNSIDAFKLNIKLLGVGGKPCIKVATVQSKMSDVKCTSVVLLSV</w:t>
      </w:r>
    </w:p>
    <w:p w14:paraId="33B30B1C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LQQLRVESSSKLWAQCVQLHNDILLAKDTTEAFEKMVSLLSVLLSMQGAVDINKLCEE</w:t>
      </w:r>
    </w:p>
    <w:p w14:paraId="76BE09F5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MLDNRATLQAIASEFSSLPSYAAFATAQEAYEQAVANGDSEVVLKKLKKSLNVAKSEF</w:t>
      </w:r>
    </w:p>
    <w:p w14:paraId="73910592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DRDAAMQRKLEKMADQAMTQMYKQARSEDKRAKVTSAMQTMLFTMLRKLDNDALNNII</w:t>
      </w:r>
    </w:p>
    <w:p w14:paraId="1D8F9EC3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NNARDGCVPLNIIPLTTAAKLMVVIPDYNTYKNTCDGTTFTYASALWEIQQVVDADSK</w:t>
      </w:r>
    </w:p>
    <w:p w14:paraId="29CA67E6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IVQLSEISMDNSPNLAWPLIVTALRANSAVKLQNNELSPVALRQMSCAAGTTQTACTD</w:t>
      </w:r>
    </w:p>
    <w:p w14:paraId="550099DA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DNALAYYNTTKGGRFVLALLSDLQDLKWARFPKSDGTGTIYTELEPPCRFVTDTPKGP</w:t>
      </w:r>
    </w:p>
    <w:p w14:paraId="131B1BFC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KVKYLYFIKGLNNLNRGMVLGSLAATVXXXXXXXXXXXXXXXXXXXXXXXXXXXXXXX</w:t>
      </w:r>
    </w:p>
    <w:p w14:paraId="120D5995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XXXXXXXXXXXXXXXXXXXXXXXXQAITVTPEANMDQESFGGASCCLYCRCHIDHPNP</w:t>
      </w:r>
    </w:p>
    <w:p w14:paraId="25326419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KGFCDLKGKYVQIPTTCANDPVGFTLKNTVCTVCGMWKGYGCSCDQLREPMLQSADAQ</w:t>
      </w:r>
    </w:p>
    <w:p w14:paraId="1936EB0D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SFLNRVCGVSAARLTPCGTGTSTDVVYRAFDIYNDKVAGFAKFLKTNCCRFQEKDEDD</w:t>
      </w:r>
    </w:p>
    <w:p w14:paraId="6AE40EA3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NLIDSYFVVKRHTFSNYQHEETIYNLLKDCPAVAKHDFFKFRIDGDMVPHISRQRLTK</w:t>
      </w:r>
    </w:p>
    <w:p w14:paraId="4A1276E7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YTMADLVYALRHFDEGNCDTLKEILVTYNCCDDDYFNKKDWYDFVENPDILRVYANLG</w:t>
      </w:r>
    </w:p>
    <w:p w14:paraId="41686724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ERVRQALLKTVQFCDAMRNAGIVGVLTLDNQDLNGNWYDFGDFIQTTPGSGVPVVDSY</w:t>
      </w:r>
    </w:p>
    <w:p w14:paraId="5D49A725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YSLLMPILTLTRALTAESHVDTDLTKPYIKWDLLKYDFTEERLKLFDRYFKYWDQTYH</w:t>
      </w:r>
    </w:p>
    <w:p w14:paraId="6D9E12D3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PNCVNCLDDRCILHCANFNVLFSTVFPLTSFGPLVRKIFVDGVPFVVSTGYHFRELGV</w:t>
      </w:r>
    </w:p>
    <w:p w14:paraId="6445276E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VHNQDVNLHSSRLSFKELLVYAADPAMHAASGNLLLDKRTTCFSVAALTNNVAFQTVK</w:t>
      </w:r>
    </w:p>
    <w:p w14:paraId="4C068DB0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PGNFNKDFYDFAVSKGFFKEGSSVELKHFFFAQDGNAAISDYDYYRYNLPTMCDIRQL</w:t>
      </w:r>
    </w:p>
    <w:p w14:paraId="327673E7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LFVVEVVDKYFDCYDGGCINANQVIVNNLDKSAGFPFNKWGKARLYYDSMSYEDQDAL</w:t>
      </w:r>
    </w:p>
    <w:p w14:paraId="05492C07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FAYTKRNVIPTITQMNLKYAISAKNRARTVAGVSICSTMTNRQFHQKLLKSIAATRGA</w:t>
      </w:r>
    </w:p>
    <w:p w14:paraId="632ACA7A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TVVIGTSKFYGGWHNMLKTVYSDVENPHLMGWDYPKCDRAMPNMLRIMASLVLARKHT</w:t>
      </w:r>
    </w:p>
    <w:p w14:paraId="7BA6A486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TCCSLSHRFYRLANECAQVLSEMVMCGGSLYVKPGGTSSGDATTAYANSVFNICQAVT</w:t>
      </w:r>
    </w:p>
    <w:p w14:paraId="4302B2B3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ANVNALLSTDGNKIADKYVRNLQHRLYECLYRNRDVDTDFVNEFYAYLRKHFSMMILS</w:t>
      </w:r>
    </w:p>
    <w:p w14:paraId="598E46FB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DDAVVCFNSTYASQGLVASIKNFKSVLYYQNNVFMSEAKCWTETDLTKGPHEFCSQHT</w:t>
      </w:r>
    </w:p>
    <w:p w14:paraId="4245EFBD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MLVKQGDDYVYLPYPDPSRILGAGCFVDDIVKTDGTLMIERFVSLAIDAYPLTKHPNQ</w:t>
      </w:r>
    </w:p>
    <w:p w14:paraId="100AF65C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EYADVFHLYLQYIRKLHDELTGHMLDMYSVMLTNDNTSRYWEPEFYEAMYTPHTVLQA</w:t>
      </w:r>
    </w:p>
    <w:p w14:paraId="0F99F2F4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VGACVLCNSQTSLRCGACIRRPFLCCKCCYDHVISTSHKLVLSVNPYVCNAPGCDVTD</w:t>
      </w:r>
    </w:p>
    <w:p w14:paraId="200A31B7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VTQLYLGGMSYYCKSHKPPISFPLCANGQVFGLYKNTCVGSDNVTDFNAIATCDWTNA</w:t>
      </w:r>
    </w:p>
    <w:p w14:paraId="4222005D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GDYILANTCTERLKLFAAETLKATEETFKLSYGIATVREVLSDRELHLSWEVGKPRPP</w:t>
      </w:r>
    </w:p>
    <w:p w14:paraId="2D74C32F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LNRNYVFTGYRVTKNSKVQIGEYTFEKGDYGDAVVYRGTTTYKLNVGDYFVLTSHTVM</w:t>
      </w:r>
    </w:p>
    <w:p w14:paraId="73709BEB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PLSAPTLVPQEHYVRITGLYPTLNISDEFSSNVANYQKVGMQKYSTLQGPPGTGKSHF</w:t>
      </w:r>
    </w:p>
    <w:p w14:paraId="421A68E7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AIGLALYYPSARIVYTACSHAAVDALCEKALKYLPIDKCSRIIPARARVECFDKFKVN</w:t>
      </w:r>
    </w:p>
    <w:p w14:paraId="0A373A5E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STLEQYVFCTVNALPETTADIVVFDEISMATNYDLSVVNARLCAKHYVYIGDPAQLPA</w:t>
      </w:r>
    </w:p>
    <w:p w14:paraId="03C6D077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PRTLLTKGTLEPEYFNSVCRLMKTIGPDMFLGTCRRCPAEIVDTVSALVYDNKLKAHK</w:t>
      </w:r>
    </w:p>
    <w:p w14:paraId="7D380E10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DKSAQCFKMFYKGVITHDVSSAINRPQIGVVREFLTRNPAWRKAVFISPYNSQNAVAS</w:t>
      </w:r>
    </w:p>
    <w:p w14:paraId="6A807BCA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KILGLPTQTVDSSQGSEYDYVIFTQTTETAHSCNVNRFNVAITRAKVGILCIMSDRDL</w:t>
      </w:r>
    </w:p>
    <w:p w14:paraId="5E19D783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YDKLQFTSLEIPRRNVATLQAENVTGLFKDCSKVITGLHPTQAPTHLSVDTKFKTEGL</w:t>
      </w:r>
    </w:p>
    <w:p w14:paraId="206DA258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CVDVPGIPKDMTYRRLISMMGFKMNYQVNGYPNMFITREEAIRHVRAWIGFDVEGCHA</w:t>
      </w:r>
    </w:p>
    <w:p w14:paraId="28F9D712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TREAVGTNLPLQLGFSTGVNLVAVPTGYVDTPNNTDFSRVSAKPPPGDQFKHLIPLMY</w:t>
      </w:r>
    </w:p>
    <w:p w14:paraId="13BCA3DC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KGLPWNVVRIKIVQMLSDTLKNLSDRVVFVLWAHGFELTSMKYFVKIGPERTCCLCDR</w:t>
      </w:r>
    </w:p>
    <w:p w14:paraId="46E6EBFD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RATCFSTASDTYACWHHSIGFDYVYNPFMIDVQQWGFTGNLQSNHDLYCQVHGNAHVA</w:t>
      </w:r>
    </w:p>
    <w:p w14:paraId="23F8242D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SCDAIMTRCLAVHECFVKRVDWTIEYPIIGDELKINAACRKVQHMVVKAALLADKFPV</w:t>
      </w:r>
    </w:p>
    <w:p w14:paraId="01908EF8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LHDIGNPKAIKCVPQADVEWKFYDAQPCSDKAYKIEELFYSYATHSDKFTDGVCLFWN</w:t>
      </w:r>
    </w:p>
    <w:p w14:paraId="21C9718C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CNVDRYPANSIVCRFDTRVLSNLNLPGCDGGSLYVNKHAFHTPAFDKSAFVNLKQLPF</w:t>
      </w:r>
    </w:p>
    <w:p w14:paraId="4815DD34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FYYSDSPCESHGKQVVSDIDYVPLKSATCITRCNLGGAVCRHHANEYRLYLDAYNMMI</w:t>
      </w:r>
    </w:p>
    <w:p w14:paraId="09D3F4F7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SAGFSLWVYKQFDTYNLWNTFTRLQSLENVAFNVVNKGHFDGQQGEVPVSIINNTVYT</w:t>
      </w:r>
    </w:p>
    <w:p w14:paraId="23695417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KVDGVDVELFENKTTLPVNVAFELWAKRNIKPVPEVKILNNLGVDIAANTVIWDYKRD</w:t>
      </w:r>
    </w:p>
    <w:p w14:paraId="1ACBBE37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APAHISTIGVCSMTDIAKKPIETICAPLTVFFDGRVDGQVDLFRNARNGVLITEGSVK</w:t>
      </w:r>
    </w:p>
    <w:p w14:paraId="154CFEE1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GLQPSVGPKQASLNGVTLIGEAVKTQFNYYKKVDGVVQQLPETYFTQSRNLQEFKPRS</w:t>
      </w:r>
    </w:p>
    <w:p w14:paraId="45DAA85F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QMEIDFLELAMDEFIERYKLEGYAFEHIVYGDFSHSQLGGLHLLIGLAKRFKESPFEL</w:t>
      </w:r>
    </w:p>
    <w:p w14:paraId="707A2BE9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EDFIPMDSTVKNYFITDAQTGSSKCVCSVIDLLLDDFVEIIKSQDLSVVSKVVKVTID</w:t>
      </w:r>
    </w:p>
    <w:p w14:paraId="19F37CF6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YTEISFMLWCKDGHVETFYPKLQSSQAWQPGVAMPNLYKMQRMLLEKCDLQNYGDSAT</w:t>
      </w:r>
    </w:p>
    <w:p w14:paraId="2D0DB1D3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LPKGIMMNVAKYTQLCQYLNTLTLAVPYNMRVIHFGAGSDKGVAPGTAVLRQWLPTGT</w:t>
      </w:r>
    </w:p>
    <w:p w14:paraId="016BB7EF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LLVDSDLNDFVSDADSTLIGDCATVHTANKWDLIISDMYDPKTKNVTKENDSKEGFFT</w:t>
      </w:r>
    </w:p>
    <w:p w14:paraId="1C7BFBDB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YICGFIQQKLALGGSVAIKITEHSWNADLYKLMGHFAWWTAFVTNVNASSSEAFLIGC</w:t>
      </w:r>
    </w:p>
    <w:p w14:paraId="5B79C498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NYLGKPREQIDGYVMHANYIFWRNTNPIQLSSYSLFDMSKFPLKLRGTAVMSLKEGQI</w:t>
      </w:r>
    </w:p>
    <w:p w14:paraId="6977DDDC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NDMILSLLSKGRLIIRENNRVVISSDVLVNN"</w:t>
      </w:r>
    </w:p>
    <w:p w14:paraId="368732F7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"https://www.ncbi.nlm.nih.gov/protein/URH30103.1?from=1&amp;to=180" </w:instrText>
      </w: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12B3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 131..670</w:t>
      </w:r>
    </w:p>
    <w:p w14:paraId="7BBAF2BC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DFF21AA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4FBB4AE7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"https://www.ncbi.nlm.nih.gov/protein/URH30103.1?from=181&amp;to=818" </w:instrText>
      </w: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12B3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 671..2584</w:t>
      </w:r>
    </w:p>
    <w:p w14:paraId="5F355915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CA75A51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5B40872D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"https://www.ncbi.nlm.nih.gov/protein/URH30103.1?from=819&amp;to=2763" </w:instrText>
      </w: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12B3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 2585..8419</w:t>
      </w:r>
    </w:p>
    <w:p w14:paraId="558EBA90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F9811C2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67EE2B72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"https://www.ncbi.nlm.nih.gov/protein/URH30103.1?from=2764&amp;to=3263" </w:instrText>
      </w: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12B3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 8420..9919</w:t>
      </w:r>
    </w:p>
    <w:p w14:paraId="3705AACD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F765402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2981D341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"https://www.ncbi.nlm.nih.gov/protein/URH30103.1?from=3264&amp;to=3569" </w:instrText>
      </w: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12B3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 9920..10837</w:t>
      </w:r>
    </w:p>
    <w:p w14:paraId="74922845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61FE018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2FE4CA78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"https://www.ncbi.nlm.nih.gov/protein/URH30103.1?from=3570&amp;to=3856" </w:instrText>
      </w: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12B3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 10838..11698</w:t>
      </w:r>
    </w:p>
    <w:p w14:paraId="77381796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DEDC5F6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65D03A91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"https://www.ncbi.nlm.nih.gov/protein/URH30103.1?from=3857&amp;to=3939" </w:instrText>
      </w: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12B3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 11699..11947</w:t>
      </w:r>
    </w:p>
    <w:p w14:paraId="0063C278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E281764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/product="nsp7"</w:t>
      </w:r>
    </w:p>
    <w:p w14:paraId="331607BC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"https://www.ncbi.nlm.nih.gov/protein/URH30103.1?from=3940&amp;to=4137" </w:instrText>
      </w: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12B3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 11948..12541</w:t>
      </w:r>
    </w:p>
    <w:p w14:paraId="6F33862D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6AF5852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2FDC11E4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"https://www.ncbi.nlm.nih.gov/protein/URH30103.1?from=4138&amp;to=4250" </w:instrText>
      </w: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12B3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 12542..12880</w:t>
      </w:r>
    </w:p>
    <w:p w14:paraId="28A711F9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C695580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6001D362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"https://www.ncbi.nlm.nih.gov/protein/URH30103.1?from=4251&amp;to=4389" </w:instrText>
      </w: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12B3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 12881..13297</w:t>
      </w:r>
    </w:p>
    <w:p w14:paraId="4117462C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4EBCB38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54DFF6E3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"https://www.ncbi.nlm.nih.gov/protein/URH30103.1?from=4390&amp;to=5321" </w:instrText>
      </w: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12B3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 join(13298..13324,13324..16092)</w:t>
      </w:r>
    </w:p>
    <w:p w14:paraId="2F0F509C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9944AF5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/product="RNA-dependent RNA polymerase"</w:t>
      </w:r>
    </w:p>
    <w:p w14:paraId="490C947C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"https://www.ncbi.nlm.nih.gov/protein/URH30103.1?from=5322&amp;to=5922" </w:instrText>
      </w: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12B3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 16093..17895</w:t>
      </w:r>
    </w:p>
    <w:p w14:paraId="02A94014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20BE960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/product="helicase"</w:t>
      </w:r>
    </w:p>
    <w:p w14:paraId="0E04E4DE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"https://www.ncbi.nlm.nih.gov/protein/URH30103.1?from=5923&amp;to=6449" </w:instrText>
      </w: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12B3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 17896..19476</w:t>
      </w:r>
    </w:p>
    <w:p w14:paraId="6CCCCCB9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7D6B844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/product="3'-to-5' exonuclease"</w:t>
      </w:r>
    </w:p>
    <w:p w14:paraId="5367C146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"https://www.ncbi.nlm.nih.gov/protein/URH30103.1?from=6450&amp;to=6795" </w:instrText>
      </w: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12B3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 19477..20514</w:t>
      </w:r>
    </w:p>
    <w:p w14:paraId="4E6E7997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F3B638D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/product="endoRNAse"</w:t>
      </w:r>
    </w:p>
    <w:p w14:paraId="2467264A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"https://www.ncbi.nlm.nih.gov/protein/URH30103.1?from=6796&amp;to=7093" </w:instrText>
      </w: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12B3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 20515..21408</w:t>
      </w:r>
    </w:p>
    <w:p w14:paraId="2434A759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304B93B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/product="2'-O-ribose methyltransferase"</w:t>
      </w:r>
    </w:p>
    <w:p w14:paraId="3742D33E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"https://www.ncbi.nlm.nih.gov/nuccore/ON624524.1?from=131&amp;to=13339" </w:instrText>
      </w: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12B3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131..13339</w:t>
      </w:r>
    </w:p>
    <w:p w14:paraId="19AEBDF4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FB9F79B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7C5CD776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 polyprotein"</w:t>
      </w:r>
    </w:p>
    <w:p w14:paraId="10C2C820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"https://www.ncbi.nlm.nih.gov/protein/2246156381" </w:instrText>
      </w: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12B3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URH30104.1</w:t>
      </w: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1B8429A7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383E9DB9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HLKDGTCGLVEVEKGVLPQLEQPYVFIKRSDARTAPHGNVMVELVAELEGIQYGRSGE</w:t>
      </w:r>
    </w:p>
    <w:p w14:paraId="55358292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TLGVLVPHVGEIPVAYRKVLLRKNGNKGAGGHRYGADLKSFDLGDELGTDPYEDFQEN</w:t>
      </w:r>
    </w:p>
    <w:p w14:paraId="00DEF602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04904B79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LDFIDTKRGVYCCREHEHEIAWYTERSEKSYELQTPFEIKLAKKFDTFNGECPNFVFP</w:t>
      </w:r>
    </w:p>
    <w:p w14:paraId="2EAC22E6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LNSIIKTIQPRVEKKKLDGFMGRIRSVYPVASPNECNQMCLSTLMKCDHCGETSWQTG</w:t>
      </w:r>
    </w:p>
    <w:p w14:paraId="1CC38A89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DFVKATCEFCGTENLTKEGATTCGYLPQNAVVKIYCPACHNSEVGPEHSLAEYHNESG</w:t>
      </w:r>
    </w:p>
    <w:p w14:paraId="14A66E12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4FD95E86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LEILQKEKVNINIVGDFKLNEEIAIILASFSASTSAFVETVKGLDYKAFKQIVESCGN</w:t>
      </w:r>
    </w:p>
    <w:p w14:paraId="610C22CA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FKVTKGKAKKGAWNIGEQKSILSPLYAFASEAARVVRSIFSRTLETAQNSVRVLQKAA</w:t>
      </w:r>
    </w:p>
    <w:p w14:paraId="299F9B51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ITILDGISQYSLRLIDAMMFTSDLATNNLVVMAYITGGVVQLTSQWLTNIFGTVYEKL</w:t>
      </w:r>
    </w:p>
    <w:p w14:paraId="6B163689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4E3703E1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NKFLALCADSIIIGGAKLKALNLGETFVTHSKGLYRKCVKSREETGLLMPLKAPKEII</w:t>
      </w:r>
    </w:p>
    <w:p w14:paraId="2F9CADF9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FLEGETLPTEVLTEEVVLKTGDLQPLEQPTSEAVEAPLVGTPVCINGLMLLEIKDTEK</w:t>
      </w:r>
    </w:p>
    <w:p w14:paraId="28CAFE21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YCALAPNMMVTNNTFTLKGGAPTKVTFGDDTVIEVQGYKSVNIIFELDERIDKVLNEK</w:t>
      </w:r>
    </w:p>
    <w:p w14:paraId="0E83F535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CSAYTVELGTEVNEFACVVADAVIKTLQPVSELLTPLGIDLDEWSMATYYLFDESGEF</w:t>
      </w:r>
    </w:p>
    <w:p w14:paraId="7762B516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KLASHMYCSFYPPDEDEEEGDCEEEEFEPSTQYEYGTEDDYQGKPLEFGATSAALQPE</w:t>
      </w:r>
    </w:p>
    <w:p w14:paraId="20CA0E19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EEQEEDWLDDDSQQTVGQQDGSEDNQTTTIQTIVEVQPQLEMELTPVVQTIEVNSFSG</w:t>
      </w:r>
    </w:p>
    <w:p w14:paraId="028B875D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YLKLTDNVYIKNADIVEEAKKVKPTVVVNAANVYLKHGGGVAGALNKATNNAMQVESD</w:t>
      </w:r>
    </w:p>
    <w:p w14:paraId="3DD4A9B1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DYIATNGPLKVGGSCVLSGHNLAKHCLHVVGPNVNKGEDIQLLKSAYENFNQHEVLLA</w:t>
      </w:r>
    </w:p>
    <w:p w14:paraId="227EB9E8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PLLSAGIFGADPIHSLRVCVDTVRTNVYLAVFDKNLYDKLVSSFLEMKSEKQVEQKIA</w:t>
      </w:r>
    </w:p>
    <w:p w14:paraId="72AEB226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EIPKEEVKPFITESKPSVEQRKQDDKKIKACVEEVTTTLEETKFLTENLLLYIDINGN</w:t>
      </w:r>
    </w:p>
    <w:p w14:paraId="32F556D7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LHPDSATLVSDIDITFLKKDAPYIVGDVVQEGVLTAVVIPTKKASGTTEMLAKALRKV</w:t>
      </w:r>
    </w:p>
    <w:p w14:paraId="0911337A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73F079BA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LAHAEETRKLMPVCVETKAIVSTIQRKYKGIKIQEGVVDYGARFYFYTSKTTVASLIN</w:t>
      </w:r>
    </w:p>
    <w:p w14:paraId="6B7ACD6D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TLNDLNETLVTMPLGYVTHGLNLEEAARYMRSLKVPATVSVSSPDAVTAYNGYLTSSS</w:t>
      </w:r>
    </w:p>
    <w:p w14:paraId="6127CE59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KTPEEHFIETISLAGSYKDWSYSGQSTQLGIEFLKRGDKSVYYTSNPTTFHLDGEVIT</w:t>
      </w:r>
    </w:p>
    <w:p w14:paraId="4F2420FF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FDNLKTLLSLREVRTIKVFTTVDNINLHTQVVDMSMTYGQQFGPTYLDGADVTKIKPH</w:t>
      </w:r>
    </w:p>
    <w:p w14:paraId="3812A95C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NSHEGKTFYVLPNDDTLRVEAFEYYHTTDPSFLGRYMSALNHTKKWKYPQVNGLTSIK</w:t>
      </w:r>
    </w:p>
    <w:p w14:paraId="3EF7F647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WADNNCYLATALLTLQQIELKFNPPALQDAYYRARAGEAANFCALILAYCNKTVGELG</w:t>
      </w:r>
    </w:p>
    <w:p w14:paraId="49AFE30D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7BA63AB8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IPCTCGKQATKYLVQQESPFVMMSAPPAQYELKHGTFTCASEYTGNYQCGHYKHITSK</w:t>
      </w:r>
    </w:p>
    <w:p w14:paraId="33278C3F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ETLYCIDGALLTKSSEYKGPITDVFYKENSYTTTIKPVTYKLDGVVCTEIDPKLDNYY</w:t>
      </w:r>
    </w:p>
    <w:p w14:paraId="0F3C19D7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KKDNSYFTEQPIDLVPNQPYPNASFDNFKFVCDNIKFADDLNQLTGYKKPASRELKVT</w:t>
      </w:r>
    </w:p>
    <w:p w14:paraId="0FB8157D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FFPDLNGDVVAIDYKHYTPSFKKGAKLLHKPIVWHVNNATNKATYKPNTWCIRCLWST</w:t>
      </w:r>
    </w:p>
    <w:p w14:paraId="241D21B9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KPVETSNSFDVLKSEDAQGMDNLACEDLKPVSEEVVENPTIQKDVLECNVKTTEVVGD</w:t>
      </w:r>
    </w:p>
    <w:p w14:paraId="0CA36A5C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IILKPANNSLKITEEVGHTDLMAAYVDNSSLTIKKPNELSRVLGLKTLATHGLAAVNS</w:t>
      </w:r>
    </w:p>
    <w:p w14:paraId="74340F14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VPWDTIANYAKPFLNKVVSTTTNIVTRCLNRVCTNYMPYFFTLLLQLCTFTRSTNSRI</w:t>
      </w:r>
    </w:p>
    <w:p w14:paraId="0C33734C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KASMPTTIAKNTVKSVGKFCLEASFNYLKSPNFSKLINIIIWFLLLSVCLGSLIYSTA</w:t>
      </w:r>
    </w:p>
    <w:p w14:paraId="2CDAD5FF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ALGVLMSNLGMPSYCTGYREGYLNSTNVTIATYCTGSIPCSVCLSGLDSLDTYPSLET</w:t>
      </w:r>
    </w:p>
    <w:p w14:paraId="625051A1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IQITISSFKWDLTAFGLVAEWFLAYILFTRFFYVLGLAAIMQLFFSYFAVHFISNSWL</w:t>
      </w:r>
    </w:p>
    <w:p w14:paraId="3E587DF5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MWLIINLVQMAPISAMVRMYIFFASFYYVWKSYVHVVDGCNSSTCMMCYKRNRATRVE</w:t>
      </w:r>
    </w:p>
    <w:p w14:paraId="63E4EC21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CTTIVNGVRRSFYVYANGGKGFCKLHNWNCVNCDTFCAGSTFISDEVARDLSLQFKRP</w:t>
      </w:r>
    </w:p>
    <w:p w14:paraId="60439CCE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INPTDQSSYIVDSVTVKNGSIHLYFDKAGQKTYERHSLSHFVNLDNLRANNTKGSLPI</w:t>
      </w:r>
    </w:p>
    <w:p w14:paraId="1CE37D7B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NVIVFDGKSKCEESSAKSASVYYSQLMCQPILLLDQALVSDVGDSAEVAVKMFDAYVN</w:t>
      </w:r>
    </w:p>
    <w:p w14:paraId="5E5187B6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TFSSTFNVPMEKLKTLVATAEAELAKNVSLDNVLSTFISAARQGFVDSDVETKDVVEC</w:t>
      </w:r>
    </w:p>
    <w:p w14:paraId="78D03B83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LKLSHQSDIEVTGDSCNNYMLTYNKVENMTPRDLGACIDCSARHINAQVAKSHNIALI</w:t>
      </w:r>
    </w:p>
    <w:p w14:paraId="67880E18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WNVKDFMSLSEQLRKQIRSAAKKNNLPFKLTCATTRQVVNVVTTKIALKGGKIVNNWL</w:t>
      </w:r>
    </w:p>
    <w:p w14:paraId="69919225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KQLIKVTLVFLFVAAIFYLITPVHVMSKHTDFSSEIIGYKAIDGGVTRDIASTDTCFA</w:t>
      </w:r>
    </w:p>
    <w:p w14:paraId="10A09712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NKHADFDTWFSQRGGSYTNDKACPLIAAVITREVGFVVPGLPGTILRTTNGDFLHFLP</w:t>
      </w:r>
    </w:p>
    <w:p w14:paraId="7BD04A27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RVFSAVGNICYTPSKLIEYTDFATSACVLAAECTIFKDASGKPVPYCYDTNVLEGSVA</w:t>
      </w:r>
    </w:p>
    <w:p w14:paraId="00B9B85A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YESLRPDTRYVLMDGSIIQFPNTYLEGSVRVVTTFDSEYCRHGTCERSEAGVCVSTSG</w:t>
      </w:r>
    </w:p>
    <w:p w14:paraId="6FE203AC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RWVLNNDYYRSLPGVFCGVDAVNLFTNMFTPLIQPIGALDISASIVAGGIVAIVVTCL</w:t>
      </w:r>
    </w:p>
    <w:p w14:paraId="4CB3D96B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AYYFMRFRRAFGEYSHVVAFNTLLFLMSFIVLCLTPVYSFLPGVYSVIYLYLTFYLTN</w:t>
      </w:r>
    </w:p>
    <w:p w14:paraId="2AA8AD86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DVSFLAHIQWMVMFTPLVPFWITIAYIICISTKHFYWFFSNYLKRRVVFNGVSFSTFE</w:t>
      </w:r>
    </w:p>
    <w:p w14:paraId="2415A461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EAALCTFLLNKEMYLKLRSDVLLPFTQYNRYLALYNKYKYFSGAMDTTSYREAACCHL</w:t>
      </w:r>
    </w:p>
    <w:p w14:paraId="6D4FE7A4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AKALNDFSNSGSDVLYQPPQISITSAVLQSGFRKMAFPSGKVEGCMVQVTCGTTTLNG</w:t>
      </w:r>
    </w:p>
    <w:p w14:paraId="2D766694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LWLDDVVYCPRHVICTSEDMLNPNYEDLLIRKSNHNFLVQAGNVQLRVIGHSMQNCVL</w:t>
      </w:r>
    </w:p>
    <w:p w14:paraId="324A1A1A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KLKVDTANPKTPKYKFVRIQPGQTFSVLACYNGSPSGVYQCAMRHNFTIKGSFLNGSC</w:t>
      </w:r>
    </w:p>
    <w:p w14:paraId="5FD82538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GSVGFNIDYDCVSFCYMHHMELPTGVHAGTDLEGNFYGPFVDRQTAQAAGTDTTITVN</w:t>
      </w:r>
    </w:p>
    <w:p w14:paraId="0218C404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VLAWLYAAVINGDRWFLNRFTTTLNDFNLVAMKYNYEPLTQDHVDILGPLSAQTGIAV</w:t>
      </w:r>
    </w:p>
    <w:p w14:paraId="0B248BCC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LDMCASLKELLQNGMNGRTILGSALLEDEFTPFDVVRQCSGVTFQSAVKRTIKGTHHW</w:t>
      </w:r>
    </w:p>
    <w:p w14:paraId="1413C963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LLLTILTSLLVLVQSTQWSLFFFLYENAFLPFAMGIIAMSAFAMMFVKHKHAFLCLFL</w:t>
      </w:r>
    </w:p>
    <w:p w14:paraId="56218EE1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LPSLATVAYFNMVYMPASWVMRIMTWLDMVDTSLKLKDCVMYASAVVLLILMTARTVY</w:t>
      </w:r>
    </w:p>
    <w:p w14:paraId="607339F8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DDGARRVWTLMNVLTLVYKVYYGNALDQAISMWALIISVTSNYSGVVTTVMFLARGIV</w:t>
      </w:r>
    </w:p>
    <w:p w14:paraId="3F83DABA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FMCVEYCPIFFITGNTLQCIMLVYCFLGYFCTCYFGLFCLLNRYFRLTLGVYDYLVST</w:t>
      </w:r>
    </w:p>
    <w:p w14:paraId="406AE02C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QEFRYMNSQGLLPPKNSIDAFKLNIKLLGVGGKPCIKVATVQSKMSDVKCTSVVLLSV</w:t>
      </w:r>
    </w:p>
    <w:p w14:paraId="5F26C037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LQQLRVESSSKLWAQCVQLHNDILLAKDTTEAFEKMVSLLSVLLSMQGAVDINKLCEE</w:t>
      </w:r>
    </w:p>
    <w:p w14:paraId="6CA8DBB7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MLDNRATLQAIASEFSSLPSYAAFATAQEAYEQAVANGDSEVVLKKLKKSLNVAKSEF</w:t>
      </w:r>
    </w:p>
    <w:p w14:paraId="2501DE3D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DRDAAMQRKLEKMADQAMTQMYKQARSEDKRAKVTSAMQTMLFTMLRKLDNDALNNII</w:t>
      </w:r>
    </w:p>
    <w:p w14:paraId="53B78D38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NNARDGCVPLNIIPLTTAAKLMVVIPDYNTYKNTCDGTTFTYASALWEIQQVVDADSK</w:t>
      </w:r>
    </w:p>
    <w:p w14:paraId="43B18CFD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IVQLSEISMDNSPNLAWPLIVTALRANSAVKLQNNELSPVALRQMSCAAGTTQTACTD</w:t>
      </w:r>
    </w:p>
    <w:p w14:paraId="0D7A921E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DNALAYYNTTKGGRFVLALLSDLQDLKWARFPKSDGTGTIYTELEPPCRFVTDTPKGP</w:t>
      </w:r>
    </w:p>
    <w:p w14:paraId="324431F6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KVKYLYFIKGLNNLNRGMVLGSLAATVXXXXXXXXXXXXXXXXXXXXXXXXXXXXXXX</w:t>
      </w:r>
    </w:p>
    <w:p w14:paraId="7D3D7285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XXXXXXXXXXXXXXXXXXXXXXXXQAITVTPEANMDQESFGGASCCLYCRCHIDHPNP</w:t>
      </w:r>
    </w:p>
    <w:p w14:paraId="395F5573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KGFCDLKGKYVQIPTTCANDPVGFTLKNTVCTVCGMWKGYGCSCDQLREPMLQSADAQ</w:t>
      </w:r>
    </w:p>
    <w:p w14:paraId="195DDD71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SFLNGFAV"</w:t>
      </w:r>
    </w:p>
    <w:p w14:paraId="41050886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"https://www.ncbi.nlm.nih.gov/protein/URH30104.1?from=1&amp;to=180" </w:instrText>
      </w: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12B3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 131..670</w:t>
      </w:r>
    </w:p>
    <w:p w14:paraId="7924D9AA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5BF388F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63E98BB5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"https://www.ncbi.nlm.nih.gov/protein/URH30104.1?from=181&amp;to=818" </w:instrText>
      </w: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12B3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 671..2584</w:t>
      </w:r>
    </w:p>
    <w:p w14:paraId="11A17CB8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B3A49C6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062D3435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"https://www.ncbi.nlm.nih.gov/protein/URH30104.1?from=819&amp;to=2763" </w:instrText>
      </w: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12B3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 2585..8419</w:t>
      </w:r>
    </w:p>
    <w:p w14:paraId="0F3891B9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83B3017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61B09993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"https://www.ncbi.nlm.nih.gov/protein/URH30104.1?from=2764&amp;to=3263" </w:instrText>
      </w: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12B3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 8420..9919</w:t>
      </w:r>
    </w:p>
    <w:p w14:paraId="4F009795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4C420A5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53253AE6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"https://www.ncbi.nlm.nih.gov/protein/URH30104.1?from=3264&amp;to=3569" </w:instrText>
      </w: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12B3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 9920..10837</w:t>
      </w:r>
    </w:p>
    <w:p w14:paraId="5651650B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B9E2886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4D8541C5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"https://www.ncbi.nlm.nih.gov/protein/URH30104.1?from=3570&amp;to=3856" </w:instrText>
      </w: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12B3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 10838..11698</w:t>
      </w:r>
    </w:p>
    <w:p w14:paraId="0C38F90A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0B69947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7822E572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"https://www.ncbi.nlm.nih.gov/protein/URH30104.1?from=3857&amp;to=3939" </w:instrText>
      </w: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12B3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 11699..11947</w:t>
      </w:r>
    </w:p>
    <w:p w14:paraId="6DC95081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F22679D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/product="nsp7"</w:t>
      </w:r>
    </w:p>
    <w:p w14:paraId="45EDCA87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"https://www.ncbi.nlm.nih.gov/protein/URH30104.1?from=3940&amp;to=4137" </w:instrText>
      </w: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12B3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 11948..12541</w:t>
      </w:r>
    </w:p>
    <w:p w14:paraId="4E7F6460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83A8DB8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495B9353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"https://www.ncbi.nlm.nih.gov/protein/URH30104.1?from=4138&amp;to=4250" </w:instrText>
      </w: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12B3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 12542..12880</w:t>
      </w:r>
    </w:p>
    <w:p w14:paraId="592FBBEE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7497F11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799C6E56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"https://www.ncbi.nlm.nih.gov/protein/URH30104.1?from=4251&amp;to=4389" </w:instrText>
      </w: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12B3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 12881..13297</w:t>
      </w:r>
    </w:p>
    <w:p w14:paraId="0141DE2B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6F4D416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0979403D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"https://www.ncbi.nlm.nih.gov/protein/URH30104.1?from=4390&amp;to=4402" </w:instrText>
      </w: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12B3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 13298..13336</w:t>
      </w:r>
    </w:p>
    <w:p w14:paraId="0BA226DA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6B91FA2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/product="nsp11"</w:t>
      </w:r>
    </w:p>
    <w:p w14:paraId="66FF6AA8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 gap             12871..13035</w:t>
      </w:r>
    </w:p>
    <w:p w14:paraId="6FABA2F1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/estimated_length=165</w:t>
      </w:r>
    </w:p>
    <w:p w14:paraId="2696F7AE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"https://www.ncbi.nlm.nih.gov/nuccore/ON624524.1?from=13332&amp;to=13359" </w:instrText>
      </w: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12B3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13332..13359</w:t>
      </w:r>
    </w:p>
    <w:p w14:paraId="08A89911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704E642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22025DF3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1"</w:t>
      </w:r>
    </w:p>
    <w:p w14:paraId="4FDB034D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"https://www.ncbi.nlm.nih.gov/nuccore/ON624524.1?from=13344&amp;to=13398" </w:instrText>
      </w: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12B3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13344..13398</w:t>
      </w:r>
    </w:p>
    <w:p w14:paraId="201A7A84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2DACFC1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0F60E2A1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2"</w:t>
      </w:r>
    </w:p>
    <w:p w14:paraId="12E2E0DB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"https://www.ncbi.nlm.nih.gov/nuccore/ON624524.1?from=21419&amp;to=25231" </w:instrText>
      </w: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12B3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21419..25231</w:t>
      </w:r>
    </w:p>
    <w:p w14:paraId="24D8E509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2FD75BF1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"https://www.ncbi.nlm.nih.gov/nuccore/ON624524.1?from=21419&amp;to=25231" </w:instrText>
      </w: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12B3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21419..25231</w:t>
      </w:r>
    </w:p>
    <w:p w14:paraId="73EF05F0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33C3BCC7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772DEA0B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/product="surface glycoprotein"</w:t>
      </w:r>
    </w:p>
    <w:p w14:paraId="37789A56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"https://www.ncbi.nlm.nih.gov/protein/2246156382" </w:instrText>
      </w: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12B3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URH30105.1</w:t>
      </w: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28C5B647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/translation="MFVFLVLLPLVSSQCVNLITRTQSYTNSFTRGVYYPDKVFRSSV</w:t>
      </w:r>
    </w:p>
    <w:p w14:paraId="43EE7DE3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LHSTQDLFLPFFSNVTWFHAIHVSGTNGTKRFDNPVLPFNDGVYFASTEKSNIIRGWI</w:t>
      </w:r>
    </w:p>
    <w:p w14:paraId="2F603ADE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FGTTLDSKTQSLLIVNNATNVVIKVCEFQFCNDPFLDVYYHKNNKSWMESEFRVYSSA</w:t>
      </w:r>
    </w:p>
    <w:p w14:paraId="19BF227B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NNCTFEYVSQPFLMDLEGKQGNFKNLREFVFKNIDGYFKIYSKHTPINLGRDLPQGFS</w:t>
      </w:r>
    </w:p>
    <w:p w14:paraId="549A7544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ALEPLVDLPIGINITRFQTLLALHRSYLTPGDSSSGWTAGAAAYYVGYLQPRTFLLKY</w:t>
      </w:r>
    </w:p>
    <w:p w14:paraId="44918E77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NENGTITDAVDCALDPLSETKCTLKSFTVEKGIYQTSNFRVQPTESIVRFPNITNLCP</w:t>
      </w:r>
    </w:p>
    <w:p w14:paraId="1F134020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FDEVFNATRFASVYAWNRKRISNCVADYSVLYNFAPFFAFKCYGVSPTKLNDLCFTNV</w:t>
      </w:r>
    </w:p>
    <w:p w14:paraId="408FDDBF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YADSFVIRGNEVSQIAPGQTGNIADYNYKLPDDFTGCVIAWNSNKLDSKVGGNYNYLY</w:t>
      </w:r>
    </w:p>
    <w:p w14:paraId="6A3AC538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RLFRKSNLKPFERDISTEIYQAGNKPCNGVAGFNCYFPLRSYGFRPTYGVGHQPYRVV</w:t>
      </w:r>
    </w:p>
    <w:p w14:paraId="6BACF791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VLSFELLHAPATVCGPKKSTNLVKNKCVNFNFNGLTGTGVLTESNKKFLPFQQFGRDI</w:t>
      </w:r>
    </w:p>
    <w:p w14:paraId="65A26A0A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ADTTDAVRDPQTLEILDITPCSFGGVSVITPGTNTSNQVAVLYQGVNCTEVPVAIHAD</w:t>
      </w:r>
    </w:p>
    <w:p w14:paraId="22CADEEC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QLTPTWRVYSTGSNVFQTRAGCLIGAEHVNNSYECDIPIGAGICASYQTQTKSHRRAR</w:t>
      </w:r>
    </w:p>
    <w:p w14:paraId="5BD6BCAE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SVASQSIIAYTMSLGAENSVAYSNNSIAIPTNFTISVTTEILPVSMTKTSVDCTMYIC</w:t>
      </w:r>
    </w:p>
    <w:p w14:paraId="58113AD9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GDSTECSNLLLQYGSFCTQLKRALTGIAVEQDKNTQEVFAQVKQIYKTPPIKYFGGFN</w:t>
      </w:r>
    </w:p>
    <w:p w14:paraId="280B764B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FSQILPDPSKPSKRSFIEDLLFNKVTLADAGFIKQYGDCLGDIAARDLICAQKFNGLT</w:t>
      </w:r>
    </w:p>
    <w:p w14:paraId="5AC5DE75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VLPPLLTDEMIAQYTSALLAGTITSGWTFGAGAALQIPFAMQMAYRFNGIGVTQNVLY</w:t>
      </w:r>
    </w:p>
    <w:p w14:paraId="73F405B8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ENQKLIANQFNSAIGKIQDSLSSTASALGKLQDVVNHNAQALNTLVKQLSSKFGAISS</w:t>
      </w:r>
    </w:p>
    <w:p w14:paraId="738C4E2A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VLNDILSRLDKVEAEVQIDRLITGRLQSLQTYVTQQLIRAAEIRASANLAATKMSECV</w:t>
      </w:r>
    </w:p>
    <w:p w14:paraId="689F97DE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LGQSKRVDFCGKGYHLMSFPQSAPHGVVFLHVTYVPAQEKNFTTAPAICHDGKAHFPR</w:t>
      </w:r>
    </w:p>
    <w:p w14:paraId="4D920E2B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EGVFVSNGTHWFVTQRNFYEPQIITTDNTFVSGNCDVVIGIVNNTVYDPLQPELDSFK</w:t>
      </w:r>
    </w:p>
    <w:p w14:paraId="77365E63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EELDKYFKNHTSPDVDLGDISGINASVVNIQKEIDRLNEVAKNLNESLIDLQELGKYE</w:t>
      </w:r>
    </w:p>
    <w:p w14:paraId="7BCFE2D7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QYIKWPWYIWLGFIAGLIAIVMVTIMLCCMTSCCSCLKGCCSCGSCCKFDEDDSEPVL</w:t>
      </w:r>
    </w:p>
    <w:p w14:paraId="713E3B14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KGVKLHYT"</w:t>
      </w:r>
    </w:p>
    <w:p w14:paraId="7B6D5A89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"https://www.ncbi.nlm.nih.gov/nuccore/ON624524.1?from=25240&amp;to=26067" </w:instrText>
      </w: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12B3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25240..26067</w:t>
      </w:r>
    </w:p>
    <w:p w14:paraId="2D3725BE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37AFBA1F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"https://www.ncbi.nlm.nih.gov/nuccore/ON624524.1?from=25240&amp;to=26067" </w:instrText>
      </w: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12B3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25240..26067</w:t>
      </w:r>
    </w:p>
    <w:p w14:paraId="6B8417C4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/gene="ORF3a"</w:t>
      </w:r>
    </w:p>
    <w:p w14:paraId="4590B89B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5C06FCA1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/product="ORF3a protein"</w:t>
      </w:r>
    </w:p>
    <w:p w14:paraId="1316A307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"https://www.ncbi.nlm.nih.gov/protein/2246156383" </w:instrText>
      </w: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12B3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URH30106.1</w:t>
      </w: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667904A7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/translation="MDLFMRIFTIGTVTLKQGEIKDATPSDFVRATATIPIQASLPFG</w:t>
      </w:r>
    </w:p>
    <w:p w14:paraId="4BB474F3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WLIVGVALLAVFQSASKIITLKKRWQLALSKGVHFVCNLLLLFVTVYSHLLLVAAGLE</w:t>
      </w:r>
    </w:p>
    <w:p w14:paraId="64F778E6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APFLYLYALVYFLQSINFVRIIMRLWLCWKCRSKNPLLYDANYFLCWHTNCYDYCIPY</w:t>
      </w:r>
    </w:p>
    <w:p w14:paraId="04E5FB9B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NSVTSSIVITSGDGTTSPISEHDYQIGGYTEKWESGVKDCVVLHSYFTSDYYQLYSTQ</w:t>
      </w:r>
    </w:p>
    <w:p w14:paraId="05F219F1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LSTDIGVEHVTFFIYNKIVDEPEEHVQIHTIDGSSGVVNPVMEPIYDEPTTTTSVPL"</w:t>
      </w:r>
    </w:p>
    <w:p w14:paraId="33D9E19B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"https://www.ncbi.nlm.nih.gov/nuccore/ON624524.1?from=26092&amp;to=26319" </w:instrText>
      </w: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12B3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26092..26319</w:t>
      </w:r>
    </w:p>
    <w:p w14:paraId="48B0D3D8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42BBEBD2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"https://www.ncbi.nlm.nih.gov/nuccore/ON624524.1?from=26092&amp;to=26319" </w:instrText>
      </w: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12B3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26092..26319</w:t>
      </w:r>
    </w:p>
    <w:p w14:paraId="3E52B5C6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061448A5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5333A201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/product="envelope protein"</w:t>
      </w:r>
    </w:p>
    <w:p w14:paraId="7EDAE5D0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"https://www.ncbi.nlm.nih.gov/protein/2246156384" </w:instrText>
      </w: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12B3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URH30107.1</w:t>
      </w: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2EAF5A85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/translation="MYSFVSEEIGTLIVNSVLLFLAFVVFLLVTLAILTALRLCAYCC</w:t>
      </w:r>
    </w:p>
    <w:p w14:paraId="183060D5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NIVNVSLVKPSFYVYSRVKNLNSSRVPDLLV"</w:t>
      </w:r>
    </w:p>
    <w:p w14:paraId="12FF8DEB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"https://www.ncbi.nlm.nih.gov/nuccore/ON624524.1?from=26370&amp;to=27038" </w:instrText>
      </w: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12B3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26370..27038</w:t>
      </w:r>
    </w:p>
    <w:p w14:paraId="70F42F3C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62C4F9D8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"https://www.ncbi.nlm.nih.gov/nuccore/ON624524.1?from=26370&amp;to=27038" </w:instrText>
      </w: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12B3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26370..27038</w:t>
      </w:r>
    </w:p>
    <w:p w14:paraId="39B1C6C9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7423D566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1DBE95BB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/product="membrane glycoprotein"</w:t>
      </w:r>
    </w:p>
    <w:p w14:paraId="3382DB29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"https://www.ncbi.nlm.nih.gov/protein/2246156385" </w:instrText>
      </w: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12B3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URH30108.1</w:t>
      </w: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3E1E7E86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/translation="MADSNGTITVEELKKLLEEWNLVIGFLFLTWICLLQFAYANRNR</w:t>
      </w:r>
    </w:p>
    <w:p w14:paraId="32E8B139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FLYIIKLIFLWLLWPVTLTCFVLAAVYRINWITGGIAIAMACLVGLMWLSYFIASFRL</w:t>
      </w:r>
    </w:p>
    <w:p w14:paraId="23E3A9AE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FARTRSMWSFNPETNILLNVPLHGTILTRPLLESELVIGAVILRGHLRIAGHHLGRCD</w:t>
      </w:r>
    </w:p>
    <w:p w14:paraId="6FF1471C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IKDLPKEITVATSRTLSYYKLGASQRVAGDSGFAAYSRYRIGNYKLNTDHSSSSDNIA</w:t>
      </w:r>
    </w:p>
    <w:p w14:paraId="1641E147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LLVQ"</w:t>
      </w:r>
    </w:p>
    <w:p w14:paraId="786C2E0A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"https://www.ncbi.nlm.nih.gov/nuccore/ON624524.1?from=27049&amp;to=27234" </w:instrText>
      </w: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12B3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27049..27234</w:t>
      </w:r>
    </w:p>
    <w:p w14:paraId="692F403F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54C0B296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"https://www.ncbi.nlm.nih.gov/nuccore/ON624524.1?from=27049&amp;to=27234" </w:instrText>
      </w: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12B3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27049..27234</w:t>
      </w:r>
    </w:p>
    <w:p w14:paraId="7F900E70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5486D8BF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5435ED2E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/product="ORF6 protein"</w:t>
      </w:r>
    </w:p>
    <w:p w14:paraId="33D8D6BA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"https://www.ncbi.nlm.nih.gov/protein/2246156386" </w:instrText>
      </w: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12B3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URH30109.1</w:t>
      </w: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20B26F52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/translation="MFHLVDFQVTIAEILLIIMRTFKVSIWNLDYIINLIIKNLSKSL</w:t>
      </w:r>
    </w:p>
    <w:p w14:paraId="786556C8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TENKYSQLDEEQPMEIL"</w:t>
      </w:r>
    </w:p>
    <w:p w14:paraId="62BF271F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"https://www.ncbi.nlm.nih.gov/nuccore/ON624524.1?from=27241&amp;to=27606" </w:instrText>
      </w: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12B3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27241..27606</w:t>
      </w:r>
    </w:p>
    <w:p w14:paraId="5A4CC2D3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4DDB0E70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"https://www.ncbi.nlm.nih.gov/nuccore/ON624524.1?from=27241&amp;to=27606" </w:instrText>
      </w: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12B3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27241..27606</w:t>
      </w:r>
    </w:p>
    <w:p w14:paraId="67C5CD34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/gene="ORF7a"</w:t>
      </w:r>
    </w:p>
    <w:p w14:paraId="2A5E4106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7CF143B1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/product="ORF7a protein"</w:t>
      </w:r>
    </w:p>
    <w:p w14:paraId="4EBEC633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"https://www.ncbi.nlm.nih.gov/protein/2246156387" </w:instrText>
      </w: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12B3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URH30110.1</w:t>
      </w: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07C677C2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/translation="MKIILFLALITLATCELYHYQECVRGTTVLLKEPCSSGTYEGNS</w:t>
      </w:r>
    </w:p>
    <w:p w14:paraId="63ED1029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PFHPLADNKFALTCFSTQFAFACPDGVKHVYQLRARSVSPKLFIRQEEVQELYSPIFL</w:t>
      </w:r>
    </w:p>
    <w:p w14:paraId="1891E810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IVAAIVFITLCFTLKRKTE"</w:t>
      </w:r>
    </w:p>
    <w:p w14:paraId="30806842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"https://www.ncbi.nlm.nih.gov/nuccore/ON624524.1?from=27603&amp;to=27734" </w:instrText>
      </w: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12B3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27603..27734</w:t>
      </w:r>
    </w:p>
    <w:p w14:paraId="492C7987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4A3F09CF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"https://www.ncbi.nlm.nih.gov/nuccore/ON624524.1?from=27603&amp;to=27734" </w:instrText>
      </w: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12B3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27603..27734</w:t>
      </w:r>
    </w:p>
    <w:p w14:paraId="6F6814E6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06F6BF6F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431AACD0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/product="ORF7b"</w:t>
      </w:r>
    </w:p>
    <w:p w14:paraId="716476D5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"https://www.ncbi.nlm.nih.gov/protein/2246156388" </w:instrText>
      </w: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12B3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URH30111.1</w:t>
      </w: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362FD053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/translation="MIELSLIDFYLCFLAFLLFLVLIMLIIFWFSLELQDHNETCHA"</w:t>
      </w:r>
    </w:p>
    <w:p w14:paraId="6357DF3C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"https://www.ncbi.nlm.nih.gov/nuccore/ON624524.1?from=27741&amp;to=28106" </w:instrText>
      </w: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12B3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27741..28106</w:t>
      </w:r>
    </w:p>
    <w:p w14:paraId="3D1BEDE5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73822FA6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"https://www.ncbi.nlm.nih.gov/nuccore/ON624524.1?from=27741&amp;to=28106" </w:instrText>
      </w: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12B3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27741..28106</w:t>
      </w:r>
    </w:p>
    <w:p w14:paraId="646ADBC1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727D5D0B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4E675858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/product="ORF8 protein"</w:t>
      </w:r>
    </w:p>
    <w:p w14:paraId="6DB510CA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"https://www.ncbi.nlm.nih.gov/protein/2246156389" </w:instrText>
      </w: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12B3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URH30112.1</w:t>
      </w: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56521A01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/translation="MKFLVFLGIITTVAAFHQECSLQSCTQHQPYVVDDPCPIHFYSK</w:t>
      </w:r>
    </w:p>
    <w:p w14:paraId="26BC85AF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WYIRVGARKSAPLIELCVDEAGSKSPIQYIDIGNYTVSCLPFTINCQEPKLGSLVVRC</w:t>
      </w:r>
    </w:p>
    <w:p w14:paraId="296164F0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SFYEDFLEYHDVRVVLDFI"</w:t>
      </w:r>
    </w:p>
    <w:p w14:paraId="186A2747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"https://www.ncbi.nlm.nih.gov/nuccore/ON624524.1?from=28121&amp;to=29262" </w:instrText>
      </w: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12B3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28121..&gt;29262</w:t>
      </w:r>
    </w:p>
    <w:p w14:paraId="3B718B56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0DFB3318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"https://www.ncbi.nlm.nih.gov/nuccore/ON624524.1?from=28121&amp;to=29262" </w:instrText>
      </w: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12B3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28121..&gt;29262</w:t>
      </w:r>
    </w:p>
    <w:p w14:paraId="78E3D2D1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571B977B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588F37C1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/product="nucleocapsid phosphoprotein"</w:t>
      </w:r>
    </w:p>
    <w:p w14:paraId="095ABA70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"https://www.ncbi.nlm.nih.gov/protein/2246156390" </w:instrText>
      </w: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12B3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URH30113.1</w:t>
      </w: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78AF0D90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/translation="MSDNGPQNQRNALRITFGGPSDSTGSNQNGGXXXXXXXXXXXXX</w:t>
      </w:r>
    </w:p>
    <w:p w14:paraId="6EA833F6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XXXXXXXXXXXXXXXXXXXXXXXXXPINTNSSPDDQIGYYRRATRRIRGGDGKMKDLS</w:t>
      </w:r>
    </w:p>
    <w:p w14:paraId="45DE5EE0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PRWYFYYLGTGPEAGLPYGANKDGIIWVATEGALNTPKDHIGTRNPANNAAIVLQLPQ</w:t>
      </w:r>
    </w:p>
    <w:p w14:paraId="7EEA909C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GTTLPKGFYAEGSRGGSQASSRSSSRSRNSSRNSTPGSSKRTSPARMAGNGGDAALAL</w:t>
      </w:r>
    </w:p>
    <w:p w14:paraId="07BABDB1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LLLDRLNQLESKMSGKGQQQQGQTVTKKSAAEASKKPRQKRTATKAYNVTQAFGRRGP</w:t>
      </w:r>
    </w:p>
    <w:p w14:paraId="220BDD16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EQTQGNFGDQELIRQGTDYKHWPQIAQFAPSASAFFGMSRIGMEVTPSGTWLTYTGAI</w:t>
      </w:r>
    </w:p>
    <w:p w14:paraId="3C2D47CB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KLDDKDPNFKDQVILLNKHIDAYKTFPPTEPKKDKKKKADETQALP"</w:t>
      </w:r>
    </w:p>
    <w:p w14:paraId="3028166E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 gap             28213..28326</w:t>
      </w:r>
    </w:p>
    <w:p w14:paraId="0CF15214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/estimated_length=114</w:t>
      </w:r>
    </w:p>
    <w:p w14:paraId="20E6941F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ORIGIN      </w:t>
      </w:r>
    </w:p>
    <w:p w14:paraId="48CD2E58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4" w:name="sequence_ON624524.1"/>
      <w:bookmarkEnd w:id="4"/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1 ataactaatt actgtcgttg acaggacacg agtaactcgt ctatcttctg caggctgctt</w:t>
      </w:r>
    </w:p>
    <w:p w14:paraId="0277D1F2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61 acggtttcgt ccgtgttgca gccgatcatc agcacatcta ggttttgtcc gggtgtgacc</w:t>
      </w:r>
    </w:p>
    <w:p w14:paraId="49BDDA93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  121 gaaaggtaag atggagagcc ttgtccctgg tttcaacgag aaaacacacg tccaactcag</w:t>
      </w:r>
    </w:p>
    <w:p w14:paraId="137712F2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  181 tttgcctgtt ttacaggttc gcgacgtgct cgtacgtggc tttggagact ccgtggagga</w:t>
      </w:r>
    </w:p>
    <w:p w14:paraId="5A1E9AB7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  241 ggtcttatca gaggcacgtc aacatcttaa agatggcact tgtggcttag tagaagttga</w:t>
      </w:r>
    </w:p>
    <w:p w14:paraId="63223F49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  301 aaaaggcgtt ttgcctcaac ttgaacagcc ctatgtgttc atcaaacgtt cggatgctcg</w:t>
      </w:r>
    </w:p>
    <w:p w14:paraId="33E2C76F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  361 aactgcacct catggtaatg ttatggttga gctggtagca gaactcgaag gcattcagta</w:t>
      </w:r>
    </w:p>
    <w:p w14:paraId="1E09C717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  421 cggtcgtagt ggtgagacac ttggtgtcct tgtccctcat gtgggcgaaa taccagtggc</w:t>
      </w:r>
    </w:p>
    <w:p w14:paraId="7827880E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  481 ttaccgcaag gttcttcttc gtaagaacgg taataaagga gctggtggcc ataggtacgg</w:t>
      </w:r>
    </w:p>
    <w:p w14:paraId="1F9B84F6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  541 cgccgatcta aagtcatttg acttaggcga cgagcttggc actgatcctt atgaagattt</w:t>
      </w:r>
    </w:p>
    <w:p w14:paraId="2C489F38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  601 tcaagaaaac tggaacacta aacatagcag tggtgttacc cgtgaactca tgcgtgagct</w:t>
      </w:r>
    </w:p>
    <w:p w14:paraId="7910F69D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  661 taacggaggg gcatacactc gctatgtcga taacaacttc tgtggccctg atggctaccc</w:t>
      </w:r>
    </w:p>
    <w:p w14:paraId="1AD1EBFC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  721 tcttgagtgc attaaagacc ttctagcacg tgctggtaaa gcttcatgca ctttgtccga</w:t>
      </w:r>
    </w:p>
    <w:p w14:paraId="0256DB46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  781 acaactggac tttattgaca ctaagagggg tgtatactgc tgccgtgaac atgagcatga</w:t>
      </w:r>
    </w:p>
    <w:p w14:paraId="5926ACCC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  841 aattgcttgg tacacggaac gttctgaaaa gagctatgaa ttgcagacac cttttgaaat</w:t>
      </w:r>
    </w:p>
    <w:p w14:paraId="3BBFF9EF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  901 taaattggca aagaaatttg acaccttcaa tggggaatgt ccaaattttg tatttccctt</w:t>
      </w:r>
    </w:p>
    <w:p w14:paraId="4EE41EEA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  961 aaattccata atcaagacta ttcaaccaag ggttgaaaag aaaaagcttg atggctttat</w:t>
      </w:r>
    </w:p>
    <w:p w14:paraId="2082CFBA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 1021 gggtagaatt cgatctgtct atccagttgc gtcaccaaat gaatgcaacc aaatgtgcct</w:t>
      </w:r>
    </w:p>
    <w:p w14:paraId="5567C871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 1081 ttcaactctc atgaagtgtg atcattgtgg tgaaacttca tggcagacgg gcgattttgt</w:t>
      </w:r>
    </w:p>
    <w:p w14:paraId="098187E5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 1141 taaagccact tgcgaatttt gtggcactga gaatttgact aaagaaggtg ccactacttg</w:t>
      </w:r>
    </w:p>
    <w:p w14:paraId="494724CC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 1201 tggttactta ccccaaaatg ctgttgttaa aatttattgt ccagcatgtc acaattcaga</w:t>
      </w:r>
    </w:p>
    <w:p w14:paraId="495B8053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 1261 agtaggacct gagcatagtc ttgccgaata ccataatgaa tctggcttga aaaccattct</w:t>
      </w:r>
    </w:p>
    <w:p w14:paraId="5656BE4D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 1321 tcgtaagggt ggtcgcacta ttgcctttgg aggctgtgtg ttctcttatg ttggttgcca</w:t>
      </w:r>
    </w:p>
    <w:p w14:paraId="58CF7B1E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 1381 taacaagtgt gcctattggg ttccacgtgc tagcgctaac ataggttgta accatacagg</w:t>
      </w:r>
    </w:p>
    <w:p w14:paraId="2AB3245D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 1441 tgttgttgga gaaggttccg aaggtcttaa tgacaacctt cttgaaatac tccaaaaaga</w:t>
      </w:r>
    </w:p>
    <w:p w14:paraId="3586BDEE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 1501 gaaagtcaac atcaatattg ttggtgactt taaacttaat gaagagatcg ccattatttt</w:t>
      </w:r>
    </w:p>
    <w:p w14:paraId="0D312B81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 1561 ggcatctttt tctgcttcca caagtgcttt tgtggaaact gtgaaaggtt tggattataa</w:t>
      </w:r>
    </w:p>
    <w:p w14:paraId="325EB7C0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 1621 agcattcaaa caaattgttg aatcctgtgg taattttaaa gttacaaaag gaaaagctaa</w:t>
      </w:r>
    </w:p>
    <w:p w14:paraId="76BC09F4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 1681 aaaaggtgcc tggaatattg gtgaacagaa atcaatactg agtcctcttt atgcatttgc</w:t>
      </w:r>
    </w:p>
    <w:p w14:paraId="26D6C13D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 1741 atcagaggct gctcgtgttg tacgatcaat tttctcccgc actcttgaaa ctgctcaaaa</w:t>
      </w:r>
    </w:p>
    <w:p w14:paraId="17C014B5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 1801 ttctgtgcgt gttttacaga aggccgctat aacaatacta gatggaattt cacagtattc</w:t>
      </w:r>
    </w:p>
    <w:p w14:paraId="3EE72B89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 1861 actgagactc attgatgcta tgatgttcac atctgatttg gctactaaca atctagttgt</w:t>
      </w:r>
    </w:p>
    <w:p w14:paraId="457E010F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 1921 aatggcctac attacaggtg gtgttgttca gttgacttcg cagtggctaa ctaacatctt</w:t>
      </w:r>
    </w:p>
    <w:p w14:paraId="0DFB7192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 1981 tggcactgtt tatgaaaaac tcaaacccgt ccttgattgg cttgaagaga agtttaagga</w:t>
      </w:r>
    </w:p>
    <w:p w14:paraId="0240AEB5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 2041 aggtgtagag tttcttagag acggttggga aattgttaaa tttatctcaa cctgtgcttg</w:t>
      </w:r>
    </w:p>
    <w:p w14:paraId="067AFFDE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 2101 tgaaattgtc ggtggacaaa ttgtcacctg tgcaaaggaa attaaggaga gtgttcagac</w:t>
      </w:r>
    </w:p>
    <w:p w14:paraId="37B69E46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 2161 attctttaag cttgtaaata aatttttggc tttgtgtgct gactctatca ttattggtgg</w:t>
      </w:r>
    </w:p>
    <w:p w14:paraId="73E2BDDB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 2221 agctaaactt aaagccttga atttaggtga aacatttgtc acgcactcaa agggattgta</w:t>
      </w:r>
    </w:p>
    <w:p w14:paraId="5C9A74B1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 2281 cagaaagtgt gttaaatcca gagaagaaac tggcctactc atgcctctaa aagccccaaa</w:t>
      </w:r>
    </w:p>
    <w:p w14:paraId="2C7B8723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 2341 agaaattatc ttcttagagg gagaaacact tcccacagaa gtgttaacag aggaagttgt</w:t>
      </w:r>
    </w:p>
    <w:p w14:paraId="19FC2594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 2401 cttgaaaact ggtgatttac aaccattaga acaacctact agtgaagctg ttgaagctcc</w:t>
      </w:r>
    </w:p>
    <w:p w14:paraId="793A6CC3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 2461 attggttggt acaccagttt gtattaacgg gcttatgttg ctcgaaatca aagacacaga</w:t>
      </w:r>
    </w:p>
    <w:p w14:paraId="516B786A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2521 aaagtactgt gcccttgcac ctaatatgat ggtaacaaac aataccttca cactcaaagg</w:t>
      </w:r>
    </w:p>
    <w:p w14:paraId="22F752DA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 2581 cggtgcacca acaaaggtta cttttggtga tgacactgtg atagaagtgc aaggttacaa</w:t>
      </w:r>
    </w:p>
    <w:p w14:paraId="05322E98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 2641 gagtgtgaat atcatttttg aacttgatga aaggattgat aaagtactta atgagaagtg</w:t>
      </w:r>
    </w:p>
    <w:p w14:paraId="713235F0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 2701 ctctgcctat acagttgaac tcggtacaga agtaaatgag ttcgcctgtg ttgtggcaga</w:t>
      </w:r>
    </w:p>
    <w:p w14:paraId="2E4C2549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 2761 tgctgtcata aaaactttgc aaccagtatc tgaattactt acaccactgg gcattgattt</w:t>
      </w:r>
    </w:p>
    <w:p w14:paraId="3A3F26FB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 2821 agatgagtgg agtatggcta catactactt atttgatgag tctggtgagt ttaaattggc</w:t>
      </w:r>
    </w:p>
    <w:p w14:paraId="23C72D46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 2881 ttcacatatg tattgttctt tttaccctcc agatgaggat gaagaagaag gtgattgtga</w:t>
      </w:r>
    </w:p>
    <w:p w14:paraId="2B2091D9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 2941 agaagaagag tttgagccat caactcaata tgagtatggt actgaagatg attaccaagg</w:t>
      </w:r>
    </w:p>
    <w:p w14:paraId="1B880D3F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 3001 taaacctttg gaatttggtg ccacttctgc tgctcttcaa cctgaagaag agcaagaaga</w:t>
      </w:r>
    </w:p>
    <w:p w14:paraId="4D70F471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 3061 agattggtta gatgatgata gtcaacaaac tgttggtcaa caagacggca gtgaggacaa</w:t>
      </w:r>
    </w:p>
    <w:p w14:paraId="015E62A1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 3121 tcagacaact actattcaaa caattgttga ggttcaacct caattagaga tggaacttac</w:t>
      </w:r>
    </w:p>
    <w:p w14:paraId="1CFA6A38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 3181 accagttgtt cagactattg aagtgaatag ttttagtggt tatttaaaac ttactgacaa</w:t>
      </w:r>
    </w:p>
    <w:p w14:paraId="4DC9B4DF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 3241 tgtatacatt aaaaatgcag acattgtgga agaagctaaa aaggtaaaac caacagtggt</w:t>
      </w:r>
    </w:p>
    <w:p w14:paraId="4E2C9BC6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 3301 tgttaatgca gccaatgttt accttaaaca tggaggaggt gttgcaggag ccttaaataa</w:t>
      </w:r>
    </w:p>
    <w:p w14:paraId="2060EB79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 3361 ggctactaac aatgccatgc aagttgaatc tgatgattac atagctacta atggaccact</w:t>
      </w:r>
    </w:p>
    <w:p w14:paraId="4136540E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 3421 taaagtgggt ggtagttgtg ttttaagcgg acacaatctt gctaaacact gtcttcatgt</w:t>
      </w:r>
    </w:p>
    <w:p w14:paraId="5C43616B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 3481 tgtcggccca aatgttaaca aaggtgaaga cattcaactt cttaagagtg cttatgaaaa</w:t>
      </w:r>
    </w:p>
    <w:p w14:paraId="1FFD38E3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 3541 ttttaatcag cacgaagttc tacttgcacc attattatca gctggtattt ttggtgctga</w:t>
      </w:r>
    </w:p>
    <w:p w14:paraId="507C2F56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 3601 ccctatacat tctttaagag tttgtgtaga tactgttcgc acaaatgtct acttagctgt</w:t>
      </w:r>
    </w:p>
    <w:p w14:paraId="4730CC09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 3661 ctttgataaa aatctctatg acaaacttgt ttcaagcttt ttggaaatga agagtgaaaa</w:t>
      </w:r>
    </w:p>
    <w:p w14:paraId="36104E49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 3721 gcaagttgaa caaaagatcg ctgagattcc taaagaggaa gttaagccat ttataactga</w:t>
      </w:r>
    </w:p>
    <w:p w14:paraId="2A981845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 3781 aagtaaacct tcagttgaac agagaaaaca agatgataag aaaatcaaag cttgtgttga</w:t>
      </w:r>
    </w:p>
    <w:p w14:paraId="27E7C910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 3841 agaagttaca acaactctgg aagaaactaa gttcctcaca gaaaacttgt tactttatat</w:t>
      </w:r>
    </w:p>
    <w:p w14:paraId="021934EC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 3901 tgacattaat ggcaatcttc atccagattc tgccactctt gttagtgaca ttgacatcac</w:t>
      </w:r>
    </w:p>
    <w:p w14:paraId="1C0FE780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 3961 tttcttaaag aaagatgctc catatatagt gggtgatgtt gttcaagagg gtgttttaac</w:t>
      </w:r>
    </w:p>
    <w:p w14:paraId="2930E1F6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 4021 tgctgtggtt atacctacta aaaaggctag tggcactact gaaatgctag cgaaagcttt</w:t>
      </w:r>
    </w:p>
    <w:p w14:paraId="53595748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 4081 gagaaaagtg ccaacagaca attatataac cacttacccg ggtcagggtt taaatggtta</w:t>
      </w:r>
    </w:p>
    <w:p w14:paraId="257658D9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 4141 cactgtagag gaggcaaaga cagtgcttaa aaagtgtaaa agtgcttttt acattctacc</w:t>
      </w:r>
    </w:p>
    <w:p w14:paraId="483B41B1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 4201 atctattatc tctaatgaga agcaagaaat tcttggaact gtttcttgga atttgcgaga</w:t>
      </w:r>
    </w:p>
    <w:p w14:paraId="2453FA5F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 4261 aatgcttgca catgcagaag aaacacgcaa attaatgcct gtctgtgtgg aaactaaagc</w:t>
      </w:r>
    </w:p>
    <w:p w14:paraId="44B8C489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 4321 catagtttca actatacagc gtaaatataa gggtattaaa atacaagagg gtgtggttga</w:t>
      </w:r>
    </w:p>
    <w:p w14:paraId="7F58942E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 4381 ttatggtgct agattttact tttacaccag taaaacaact gtagcgtcac ttatcaacac</w:t>
      </w:r>
    </w:p>
    <w:p w14:paraId="0439B5CE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 4441 acttaacgat ctaaatgaaa ctcttgttac aatgccactt ggctatgtaa cacatggctt</w:t>
      </w:r>
    </w:p>
    <w:p w14:paraId="35005483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 4501 aaatttggaa gaagctgctc ggtatatgag atctctcaaa gtgccagcta cagtttctgt</w:t>
      </w:r>
    </w:p>
    <w:p w14:paraId="68B6F3AA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 4561 ttcttcacct gatgctgtta cagcgtataa tggttatctt acttcttctt ctaaaacacc</w:t>
      </w:r>
    </w:p>
    <w:p w14:paraId="4DAEA4F0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 4621 tgaagaacat tttattgaaa ccatctcact tgctggttcc tataaagatt ggtcctattc</w:t>
      </w:r>
    </w:p>
    <w:p w14:paraId="3FFA5F68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 4681 tggacaatct acacaactag gtatagaatt tcttaagaga ggtgataaaa gtgtatatta</w:t>
      </w:r>
    </w:p>
    <w:p w14:paraId="032AF8EB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 4741 cactagtaat cctaccacat tccacctaga tggtgaagtt atcacctttg acaatcttaa</w:t>
      </w:r>
    </w:p>
    <w:p w14:paraId="229C0493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 4801 gacacttctt tctttgagag aagtgaggac tattaaggtg tttacaacag tagacaacat</w:t>
      </w:r>
    </w:p>
    <w:p w14:paraId="56682D88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 4861 taacctccac acgcaagttg tggacatgtc aatgacatat ggacaacagt ttggtccaac</w:t>
      </w:r>
    </w:p>
    <w:p w14:paraId="75A798BD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 4921 ttatttggat ggagctgatg ttactaaaat aaaacctcat aattcacatg aaggtaaaac</w:t>
      </w:r>
    </w:p>
    <w:p w14:paraId="399B7ECD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 4981 attttatgtt ttacctaatg atgacactct acgtgttgag gcttttgagt actaccacac</w:t>
      </w:r>
    </w:p>
    <w:p w14:paraId="1D5C46EE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5041 aactgatcct agttttctgg gtaggtacat gtcagcatta aatcacacta aaaagtggaa</w:t>
      </w:r>
    </w:p>
    <w:p w14:paraId="7819E4BC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 5101 atacccacaa gttaatggtt taacttctat taaatgggca gataacaact gttatcttgc</w:t>
      </w:r>
    </w:p>
    <w:p w14:paraId="1468FD0E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 5161 cactgcattg ttaacactcc aacaaataga gttgaagttt aatccacctg ctctacaaga</w:t>
      </w:r>
    </w:p>
    <w:p w14:paraId="1AC0C633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 5221 tgcttattac agagcaaggg ctggtgaagc tgctaacttt tgtgcactta tcttagccta</w:t>
      </w:r>
    </w:p>
    <w:p w14:paraId="70804A45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 5281 ctgtaataag acagtaggtg agttaggtga tgttagagaa acaatgagtt acttgtttca</w:t>
      </w:r>
    </w:p>
    <w:p w14:paraId="04AE3EAB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 5341 acatgccaat ttagattctt gcaaaagagt cttgaacgtg gtgtgtaaaa cttgtggaca</w:t>
      </w:r>
    </w:p>
    <w:p w14:paraId="2BA6D481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 5401 acagcagaca acccttaagg gtgtagaagc tgttatgtac atgggcacac tttcttatga</w:t>
      </w:r>
    </w:p>
    <w:p w14:paraId="3A331D0C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 5461 acaatttaag aaaggtgttc agataccttg tacgtgtggt aaacaagcta caaaatatct</w:t>
      </w:r>
    </w:p>
    <w:p w14:paraId="55EE3A70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 5521 agtacaacag gagtcacctt ttgttatgat gtcagcacca cctgctcagt atgaacttaa</w:t>
      </w:r>
    </w:p>
    <w:p w14:paraId="2F44B5CD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 5581 gcatggtaca tttacttgtg ctagtgagta cactggtaat taccagtgtg gtcactataa</w:t>
      </w:r>
    </w:p>
    <w:p w14:paraId="79FF4E83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 5641 acatataact tctaaagaaa ctttgtattg catagacggt gctttactta caaagtcctc</w:t>
      </w:r>
    </w:p>
    <w:p w14:paraId="5273FE03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 5701 agaatacaaa ggtcctatta cggatgtttt ctacaaagaa aacagttaca caacaaccat</w:t>
      </w:r>
    </w:p>
    <w:p w14:paraId="46E48DD5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 5761 aaaaccagtt acttataaat tggatggtgt tgtttgtaca gaaattgacc ctaagttgga</w:t>
      </w:r>
    </w:p>
    <w:p w14:paraId="49220EED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 5821 caattattat aagaaagaca attcttattt cacagagcaa ccaattgatc ttgtaccaaa</w:t>
      </w:r>
    </w:p>
    <w:p w14:paraId="3AA37F2D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 5881 ccaaccatat ccaaacgcaa gcttcgataa ttttaagttt gtatgtgata atatcaaatt</w:t>
      </w:r>
    </w:p>
    <w:p w14:paraId="2D52BC76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 5941 tgctgatgat ttaaaccagt taactggtta taagaaacct gcttcaagag agcttaaagt</w:t>
      </w:r>
    </w:p>
    <w:p w14:paraId="5A14CFE9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 6001 tacatttttc cctgacttaa atggtgatgt ggtggctatt gattataaac actacacacc</w:t>
      </w:r>
    </w:p>
    <w:p w14:paraId="6B78FDB3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 6061 ctcttttaag aaaggagcta aattgttaca taaacctatt gtttggcatg ttaacaatgc</w:t>
      </w:r>
    </w:p>
    <w:p w14:paraId="1BA9B6FD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 6121 aactaataaa gccacgtata aaccaaatac ctggtgtata cgttgtcttt ggagcacaaa</w:t>
      </w:r>
    </w:p>
    <w:p w14:paraId="58DDBE3B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 6181 accagttgaa acatcaaatt cgtttgatgt actgaagtca gaggacgcgc agggaatgga</w:t>
      </w:r>
    </w:p>
    <w:p w14:paraId="4DD7D1B9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 6241 taatcttgcc tgcgaagatc taaaaccagt ctctgaagaa gtagtggaaa atcctaccat</w:t>
      </w:r>
    </w:p>
    <w:p w14:paraId="6B957C72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 6301 acagaaagac gttcttgagt gtaatgtgaa aactaccgaa gttgtaggag acattatact</w:t>
      </w:r>
    </w:p>
    <w:p w14:paraId="60D4243D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 6361 taaaccagca aataatagtt taaaaattac agaagaggtt ggccacacag atctaatggc</w:t>
      </w:r>
    </w:p>
    <w:p w14:paraId="457F17B2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 6421 tgcttatgta gacaattcta gtcttactat taagaaacct aatgaattat ctagagtatt</w:t>
      </w:r>
    </w:p>
    <w:p w14:paraId="37BCD1D8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 6481 aggtttgaaa acccttgcta ctcatggttt agctgctgtt aatagtgtcc cttgggatac</w:t>
      </w:r>
    </w:p>
    <w:p w14:paraId="61CB1E90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 6541 tatagctaat tatgctaagc cttttcttaa caaagttgtt agtacaacta ctaacatagt</w:t>
      </w:r>
    </w:p>
    <w:p w14:paraId="48606503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 6601 tacacggtgt ttaaaccgtg tttgtactaa ttatatgcct tatttcttta ctttattgct</w:t>
      </w:r>
    </w:p>
    <w:p w14:paraId="350FF0BE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 6661 acaattgtgt acttttacta gaagtacaaa ttctagaatt aaagcatcta tgccgactac</w:t>
      </w:r>
    </w:p>
    <w:p w14:paraId="3F937BE5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 6721 tatagcaaag aatactgtta agagtgtcgg taaattttgt ctagaggctt catttaatta</w:t>
      </w:r>
    </w:p>
    <w:p w14:paraId="1804D5FD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 6781 tttgaagtca cctaattttt ctaaactgat aaatattata atttggtttt tactattaag</w:t>
      </w:r>
    </w:p>
    <w:p w14:paraId="0C91FD91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 6841 tgtttgccta ggttctttaa tctactcaac cgctgcttta ggtgttttaa tgtctaattt</w:t>
      </w:r>
    </w:p>
    <w:p w14:paraId="57B94F0F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 6901 aggcatgcct tcttactgta ctggttacag agaaggctat ttgaactcta ctaatgtcac</w:t>
      </w:r>
    </w:p>
    <w:p w14:paraId="7B1AD2CE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 6961 tattgcaacc tactgtactg gttctatacc ttgtagtgtt tgtcttagtg gtttagattc</w:t>
      </w:r>
    </w:p>
    <w:p w14:paraId="4F16194D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 7021 tttagacacc tatccttctt tagaaactat acaaattacc atttcatctt ttaaatggga</w:t>
      </w:r>
    </w:p>
    <w:p w14:paraId="1DD5918A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 7081 tttaactgct tttggcttag ttgcagagtg gtttttggca tatattcttt tcactaggtt</w:t>
      </w:r>
    </w:p>
    <w:p w14:paraId="253D2A8F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 7141 tttctatgta cttggattgg ctgcaatcat gcaattgttt ttcagctatt ttgcagtaca</w:t>
      </w:r>
    </w:p>
    <w:p w14:paraId="3696781B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 7201 ttttattagt aattcttggc ttatgtggtt aataattaat cttgtacaaa tggccccgat</w:t>
      </w:r>
    </w:p>
    <w:p w14:paraId="458A7A93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 7261 ttcagctatg gttagaatgt acatcttctt tgcatcattt tattatgtat ggaaaagtta</w:t>
      </w:r>
    </w:p>
    <w:p w14:paraId="6C8D4047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 7321 tgtgcatgtt gtagacggtt gtaattcatc aacttgtatg atgtgttaca aacgtaatag</w:t>
      </w:r>
    </w:p>
    <w:p w14:paraId="01E7CCB2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 7381 agcaacaaga gtcgaatgta caactattgt taatggtgtt agaaggtcct tttatgtcta</w:t>
      </w:r>
    </w:p>
    <w:p w14:paraId="34A48788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 7441 tgctaatgga ggtaaaggct tttgcaaact acacaattgg aattgtgtta attgtgatac</w:t>
      </w:r>
    </w:p>
    <w:p w14:paraId="26F02F19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 7501 attctgtgct ggtagtacat ttattagtga tgaagttgcg agagacttgt cactacagtt</w:t>
      </w:r>
    </w:p>
    <w:p w14:paraId="674B8F85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7561 taaaagacca ataaatccta ctgaccagtc ttcttacatc gttgatagtg ttacagtgaa</w:t>
      </w:r>
    </w:p>
    <w:p w14:paraId="58CDDF6B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 7621 gaatggttcc atccatcttt actttgataa agctggtcaa aagacttatg aaagacattc</w:t>
      </w:r>
    </w:p>
    <w:p w14:paraId="6D01009B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 7681 tctctctcat tttgttaact tagacaacct gagagctaat aacactaaag gttcattgcc</w:t>
      </w:r>
    </w:p>
    <w:p w14:paraId="5A813A5C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 7741 tattaatgtt atagtttttg atggtaaatc aaaatgtgaa gaatcatctg caaaatcagc</w:t>
      </w:r>
    </w:p>
    <w:p w14:paraId="2AA8C599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 7801 gtctgtttac tacagtcagc ttatgtgtca acctatactg ttactagatc aggcattagt</w:t>
      </w:r>
    </w:p>
    <w:p w14:paraId="27B140D2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 7861 gtctgatgtt ggtgatagtg cggaagttgc agttaaaatg tttgatgctt acgttaatac</w:t>
      </w:r>
    </w:p>
    <w:p w14:paraId="561081A5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 7921 gttttcatca acttttaacg taccaatgga aaaactcaaa acactagttg caactgcaga</w:t>
      </w:r>
    </w:p>
    <w:p w14:paraId="524A6A1C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 7981 agctgaactt gcaaagaatg tgtccttaga caatgtctta tctactttta tttcagcagc</w:t>
      </w:r>
    </w:p>
    <w:p w14:paraId="0BD5A5D7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 8041 tcggcaaggg tttgttgatt cagatgtaga aactaaagat gttgttgaat gtcttaaatt</w:t>
      </w:r>
    </w:p>
    <w:p w14:paraId="1E47F1A3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 8101 gtcacatcaa tctgacatag aagttactgg cgatagttgt aataactata tgctcaccta</w:t>
      </w:r>
    </w:p>
    <w:p w14:paraId="490DCD76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 8161 taacaaagtt gaaaacatga caccccgtga ccttggtgct tgtattgact gtagtgcgcg</w:t>
      </w:r>
    </w:p>
    <w:p w14:paraId="318FFA24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 8221 tcatattaat gcgcaggtag caaaaagtca caacattgct ttgatatgga acgttaaaga</w:t>
      </w:r>
    </w:p>
    <w:p w14:paraId="7B7BFB7C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 8281 tttcatgtca ttgtctgaac aactacgaaa acaaatacgt agtgctgcta aaaagaataa</w:t>
      </w:r>
    </w:p>
    <w:p w14:paraId="5E6BBE07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 8341 cttacctttt aagttgacat gtgcaactac tagacaagtt gttaatgttg taacaacaaa</w:t>
      </w:r>
    </w:p>
    <w:p w14:paraId="666607A7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 8401 gatagcactt aagggtggta aaattgttaa taattggttg aagcagttaa ttaaagttac</w:t>
      </w:r>
    </w:p>
    <w:p w14:paraId="73408E32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 8461 acttgtgttc ctttttgttg ctgctatttt ctatttaata acacctgttc atgtcatgtc</w:t>
      </w:r>
    </w:p>
    <w:p w14:paraId="0E9C1006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 8521 taaacatact gacttttcaa gtgaaatcat aggatacaag gctattgatg gtggtgtcac</w:t>
      </w:r>
    </w:p>
    <w:p w14:paraId="141F7366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 8581 tcgtgacata gcatctacag atacttgttt tgctaacaaa catgctgatt ttgacacatg</w:t>
      </w:r>
    </w:p>
    <w:p w14:paraId="159AD2E5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 8641 gtttagccag cgtggtggta gttatactaa tgacaaagct tgcccattga ttgctgcagt</w:t>
      </w:r>
    </w:p>
    <w:p w14:paraId="6F994F90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 8701 cataacaaga gaagtgggtt ttgtcgtgcc tggtttgcct ggcacgatat tacgcacaac</w:t>
      </w:r>
    </w:p>
    <w:p w14:paraId="678E463D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 8761 taatggtgac tttttgcatt tcttacctag agtttttagt gcagttggta acatctgtta</w:t>
      </w:r>
    </w:p>
    <w:p w14:paraId="582986F9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 8821 cacaccatca aaacttatag agtacactga ctttgcaaca tcagcttgtg ttttggctgc</w:t>
      </w:r>
    </w:p>
    <w:p w14:paraId="4C2BDF1D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 8881 tgaatgtaca atttttaaag atgcttctgg taagccagta ccatattgtt atgataccaa</w:t>
      </w:r>
    </w:p>
    <w:p w14:paraId="4A1B4183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 8941 tgtactagaa ggttctgttg cttatgaaag tttacgccct gacacacgtt atgtgctcat</w:t>
      </w:r>
    </w:p>
    <w:p w14:paraId="12AD2099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 9001 ggatggctct attattcaat ttcctaacac ctaccttgaa ggttctgtta gagtggtaac</w:t>
      </w:r>
    </w:p>
    <w:p w14:paraId="16C8578A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 9061 aacttttgat tctgagtact gtaggcacgg cacttgtgaa agatcagaag ctggtgtttg</w:t>
      </w:r>
    </w:p>
    <w:p w14:paraId="1ED30753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 9121 tgtatctact agtggtagat gggtacttaa caatgattat tacagatctt taccaggagt</w:t>
      </w:r>
    </w:p>
    <w:p w14:paraId="20CCCBDA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 9181 tttctgtggt gtagatgctg taaatttatt tactaatatg tttacaccac taattcaacc</w:t>
      </w:r>
    </w:p>
    <w:p w14:paraId="6BB535B8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 9241 tattggtgct ttggacatat cagcatctat agtagctggt ggtattgtgg ctatcgtagt</w:t>
      </w:r>
    </w:p>
    <w:p w14:paraId="21DAD7A5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 9301 aacatgcctt gcctactatt ttatgaggtt tagaagagct tttggtgaat acagtcatgt</w:t>
      </w:r>
    </w:p>
    <w:p w14:paraId="638F9BE6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 9361 agttgccttt aatactttac tattccttat gtcattcatt gtactctgtt taacaccagt</w:t>
      </w:r>
    </w:p>
    <w:p w14:paraId="175CA0EC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 9421 ttactcattc ttacctggtg tttattctgt tatttacttg tacttgacat tttatcttac</w:t>
      </w:r>
    </w:p>
    <w:p w14:paraId="57963375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 9481 taatgatgtt tcttttttag cacatattca gtggatggtt atgttcacac ctttagtacc</w:t>
      </w:r>
    </w:p>
    <w:p w14:paraId="3840F269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 9541 tttctggata acaattgctt atatcatttg tatttccaca aagcatttct attggttctt</w:t>
      </w:r>
    </w:p>
    <w:p w14:paraId="2EA076FE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 9601 tagtaattac ctaaagagac gtgtagtctt taatggtgtt tcctttagta cttttgaaga</w:t>
      </w:r>
    </w:p>
    <w:p w14:paraId="5D01C7BD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 9661 agctgcgctg tgcacctttt tgttaaataa agaaatgtat ctaaagttgc gtagtgatgt</w:t>
      </w:r>
    </w:p>
    <w:p w14:paraId="285872DB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 9721 gctattacct tttacgcaat ataatagata cttagctctt tataataagt acaagtattt</w:t>
      </w:r>
    </w:p>
    <w:p w14:paraId="643B0330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 9781 tagtggagca atggatacaa ctagctacag agaagctgct tgttgtcatc tcgcaaaggc</w:t>
      </w:r>
    </w:p>
    <w:p w14:paraId="46F63B27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 9841 tctcaatgac ttcagtaact caggttctga tgttctttac caaccaccac aaatctctat</w:t>
      </w:r>
    </w:p>
    <w:p w14:paraId="6F482487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 9901 cacctcagct gttttgcaga gtggttttag aaaaatggca ttcccatctg gtaaagttga</w:t>
      </w:r>
    </w:p>
    <w:p w14:paraId="3DAE3552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 9961 gggttgtatg gtacaagtaa cttgtggtac aactacactt aacggtcttt ggcttgatga</w:t>
      </w:r>
    </w:p>
    <w:p w14:paraId="5F406261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10021 cgtagtttac tgtccaagac atgtgatctg cacctctgaa gatatgctta accctaatta</w:t>
      </w:r>
    </w:p>
    <w:p w14:paraId="440B0A0A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10081 tgaagattta ctcattcgta agtctaatca taatttcttg gtacaggctg gtaatgttca</w:t>
      </w:r>
    </w:p>
    <w:p w14:paraId="768D0390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10141 actcagggtt attggacatt ctatgcaaaa ttgtgtactt aagcttaagg ttgatacagc</w:t>
      </w:r>
    </w:p>
    <w:p w14:paraId="1ACE94AA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10201 caatcctaag acacctaagt ataagtttgt tcgcattcaa ccaggacaga ctttttcagt</w:t>
      </w:r>
    </w:p>
    <w:p w14:paraId="022A0039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10261 gttagcttgt tacaatggtt caccatctgg tgtttaccaa tgtgctatga gacacaattt</w:t>
      </w:r>
    </w:p>
    <w:p w14:paraId="2057429B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10321 cactattaag ggttcattcc ttaatggttc atgtggtagt gttggtttta acatagatta</w:t>
      </w:r>
    </w:p>
    <w:p w14:paraId="4EA2FB1E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10381 tgactgtgtc tctttttgtt acatgcacca tatggaatta ccaactggag ttcatgctgg</w:t>
      </w:r>
    </w:p>
    <w:p w14:paraId="5D889154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10441 cacagactta gaaggtaact tttatggacc ttttgttgac aggcaaacag cacaagcagc</w:t>
      </w:r>
    </w:p>
    <w:p w14:paraId="5B3C1EC7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10501 tggtacggac acaactatta cagttaatgt tttagcttgg ttgtacgctg ctgttataaa</w:t>
      </w:r>
    </w:p>
    <w:p w14:paraId="2C759B46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10561 tggagacagg tggtttctca atcgatttac cacaactctt aatgacttta accttgtggc</w:t>
      </w:r>
    </w:p>
    <w:p w14:paraId="36D2A43F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10621 tatgaagtac aattatgaac ctctaacaca agaccatgtt gacatactag gacctctttc</w:t>
      </w:r>
    </w:p>
    <w:p w14:paraId="49F3DA3B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10681 tgctcaaact ggaattgccg ttttagatat gtgtgcttca ttaaaagaat tactgcaaaa</w:t>
      </w:r>
    </w:p>
    <w:p w14:paraId="2B07DF01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10741 tggtatgaat ggacgtacca tattgggtag tgctttatta gaagatgaat ttacaccttt</w:t>
      </w:r>
    </w:p>
    <w:p w14:paraId="6802ED79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10801 tgatgttgtt agacaatgct caggtgttac tttccaaagt gcagtgaaaa gaacaatcaa</w:t>
      </w:r>
    </w:p>
    <w:p w14:paraId="535D1911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10861 gggtacacac cactggttgt tactcacaat tttgacttca cttttagttt tagtccagag</w:t>
      </w:r>
    </w:p>
    <w:p w14:paraId="35978069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10921 tactcaatgg tctttgttct tttttttgta tgaaaatgcc tttttacctt ttgctatggg</w:t>
      </w:r>
    </w:p>
    <w:p w14:paraId="102610D1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10981 tattattgct atgtctgctt ttgcaatgat gtttgtcaaa cataagcatg catttctctg</w:t>
      </w:r>
    </w:p>
    <w:p w14:paraId="1F5FDF25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11041 tttgtttttg ttaccttctc ttgccactgt agcttatttt aatatggtct atatgcctgc</w:t>
      </w:r>
    </w:p>
    <w:p w14:paraId="3C005147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11101 tagttgggtg atgcgtatta tgacatggtt ggatatggtt gatactagtt tgaagctaaa</w:t>
      </w:r>
    </w:p>
    <w:p w14:paraId="733AEB87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11161 agactgtgtt atgtatgcat cagctgtagt gttactaatc cttatgacag caagaactgt</w:t>
      </w:r>
    </w:p>
    <w:p w14:paraId="366A98F9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11221 gtatgatgat ggtgctagga gagtgtggac acttatgaat gtcttgacac tcgtttataa</w:t>
      </w:r>
    </w:p>
    <w:p w14:paraId="327B56E8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11281 agtttattat ggtaatgctt tagatcaagc catttccatg tgggctctta taatctctgt</w:t>
      </w:r>
    </w:p>
    <w:p w14:paraId="40C1E2F0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11341 tacttctaac tactcaggtg tagttacaac tgtcatgttt ttggccagag gtattgtttt</w:t>
      </w:r>
    </w:p>
    <w:p w14:paraId="692BF72A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11401 tatgtgtgtt gagtattgcc ctattttctt cataactggt aatacacttc agtgtataat</w:t>
      </w:r>
    </w:p>
    <w:p w14:paraId="56B5E843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11461 gctagtttat tgtttcttag gctatttttg tacttgttac tttggcctct tttgtttact</w:t>
      </w:r>
    </w:p>
    <w:p w14:paraId="1B9C42A9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11521 caaccgctac tttagactga ctcttggtgt ttatgattac ttagtttcta cacaggagtt</w:t>
      </w:r>
    </w:p>
    <w:p w14:paraId="54B60B96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11581 tagatatatg aattcacagg gactactccc acccaagaat agcatagatg ccttcaaact</w:t>
      </w:r>
    </w:p>
    <w:p w14:paraId="66E74A30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11641 caacattaaa ttgttgggtg ttggtggcaa accttgtatc aaagtagcca ctgtacagtc</w:t>
      </w:r>
    </w:p>
    <w:p w14:paraId="52160554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11701 taaaatgtca gatgtaaagt gcacatcagt agtcttactc tcagttttgc aacaactcag</w:t>
      </w:r>
    </w:p>
    <w:p w14:paraId="31D744F4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11761 agtagaatca tcatctaaat tgtgggctca atgtgtccag ttacacaatg acattctctt</w:t>
      </w:r>
    </w:p>
    <w:p w14:paraId="2A7D0B86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11821 agctaaagat actactgaag cctttgaaaa aatggtttca ctactttctg ttttgctttc</w:t>
      </w:r>
    </w:p>
    <w:p w14:paraId="1A2FE714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11881 catgcagggt gctgtagaca taaacaagct ttgtgaagaa atgctggaca acagggcaac</w:t>
      </w:r>
    </w:p>
    <w:p w14:paraId="3AC0A41C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11941 cttacaagct atagcctcag agtttagttc ccttccatca tatgcagctt ttgctactgc</w:t>
      </w:r>
    </w:p>
    <w:p w14:paraId="0B64A8B5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12001 tcaagaagct tatgagcagg ctgttgctaa tggtgattct gaagttgttc ttaaaaagtt</w:t>
      </w:r>
    </w:p>
    <w:p w14:paraId="2FA8D5C3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12061 gaagaagtct ttgaatgtgg ctaaatctga atttgaccgt gatgcagcca tgcaacgtaa</w:t>
      </w:r>
    </w:p>
    <w:p w14:paraId="7B1D618B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12121 gttggaaaag atggctgatc aagctatgac ccaaatgtat aaacaggcta gatctgagga</w:t>
      </w:r>
    </w:p>
    <w:p w14:paraId="31340B2E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12181 caagagggca aaagttacta gtgctatgca gacaatgctt ttcactatgc ttagaaagtt</w:t>
      </w:r>
    </w:p>
    <w:p w14:paraId="349DBCF4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12241 ggataatgat gcactcaaca acattatcaa caatgcaaga gatggttgtg ttcccttgaa</w:t>
      </w:r>
    </w:p>
    <w:p w14:paraId="22669CEE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12301 cataatacct cttacaacag cagccaaact aatggttgtc ataccagact ataacacata</w:t>
      </w:r>
    </w:p>
    <w:p w14:paraId="559F2A74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12361 taaaaatacg tgtgatggta caacatttac ttatgcatca gcattgtggg aaatccaaca</w:t>
      </w:r>
    </w:p>
    <w:p w14:paraId="562C95BB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12421 ggttgtagat gcagatagta aaattgttca acttagtgaa attagtatgg acaattcacc</w:t>
      </w:r>
    </w:p>
    <w:p w14:paraId="07790EDD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12481 taatttagca tggcctctta ttgtaacagc tttaagggcc aattctgctg tcaaattaca</w:t>
      </w:r>
    </w:p>
    <w:p w14:paraId="4A3BE54A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12541 gaataatgag cttagtcctg ttgcactacg acagatgtct tgtgctgccg gtactacaca</w:t>
      </w:r>
    </w:p>
    <w:p w14:paraId="76D819C7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12601 aactgcttgc actgatgaca atgcgttagc ttactacaac acaacaaagg gaggtaggtt</w:t>
      </w:r>
    </w:p>
    <w:p w14:paraId="5B61D596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12661 tgtacttgca ctgttatccg atttacagga tttgaaatgg gctagattcc ctaagagtga</w:t>
      </w:r>
    </w:p>
    <w:p w14:paraId="534BC3B7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12721 tggaactggt actatttata cagaactgga accaccttgt aggtttgtta cagacacacc</w:t>
      </w:r>
    </w:p>
    <w:p w14:paraId="1CA036B9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12781 taaaggtcct aaagtgaagt atttatactt tattaaagga ttaaacaacc taaatagagg</w:t>
      </w:r>
    </w:p>
    <w:p w14:paraId="4960189F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12841 tatggtactt ggtagtttag ctgccacagt                                 </w:t>
      </w:r>
    </w:p>
    <w:p w14:paraId="069D5532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[gap 165 bp]    </w:t>
      </w: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"https://www.ncbi.nlm.nih.gov/nuccore/ON624524.1?expand-gaps=on" </w:instrText>
      </w: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12B3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Expand Ns</w:t>
      </w: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5CDA12F0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13036                 tcagg caataacagt tacaccggaa gccaatatgg atcaagaatc</w:t>
      </w:r>
    </w:p>
    <w:p w14:paraId="35156EBC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13081 ctttggtggt gcatcgtgtt gtctgtactg ccgttgccac atagatcatc caaatcctaa</w:t>
      </w:r>
    </w:p>
    <w:p w14:paraId="1245EB35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13141 aggattttgt gacttaaaag gtaagtatgt acaaatacct acaacttgtg ctaatgaccc</w:t>
      </w:r>
    </w:p>
    <w:p w14:paraId="1F5CF99E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13201 tgtgggtttt acacttaaaa acacagtctg taccgtctgc ggtatgtgga aaggttatgg</w:t>
      </w:r>
    </w:p>
    <w:p w14:paraId="4CE0E010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13261 ctgtagttgt gatcaactcc gcgaacccat gcttcagtca gctgatgcac aatcgttttt</w:t>
      </w:r>
    </w:p>
    <w:p w14:paraId="6A00B275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13321 aaacgggttt gcggtgtaag tgcagcccgt cttacaccgt gcggcacagg cactagtact</w:t>
      </w:r>
    </w:p>
    <w:p w14:paraId="37CB1AE1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13381 gatgtcgtat acagggcttt tgacatctac aatgataaag tagctggttt tgctaaattc</w:t>
      </w:r>
    </w:p>
    <w:p w14:paraId="05D3048E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13441 ctaaaaacta attgttgtcg cttccaagaa aaggacgaag atgacaattt aattgattct</w:t>
      </w:r>
    </w:p>
    <w:p w14:paraId="0B6274C2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13501 tactttgtag ttaagagaca cactttctct aactaccaac atgaagaaac aatttataat</w:t>
      </w:r>
    </w:p>
    <w:p w14:paraId="5B2600A7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13561 ttacttaagg attgtccagc tgttgctaaa catgacttct ttaagtttag aatagacggt</w:t>
      </w:r>
    </w:p>
    <w:p w14:paraId="5BF40020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13621 gacatggtac cacatatatc acgtcaacgt cttactaaat acacaatggc agacctcgtc</w:t>
      </w:r>
    </w:p>
    <w:p w14:paraId="3AB5B653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13681 tatgctttaa ggcattttga tgaaggtaat tgtgacacat taaaagaaat acttgtcaca</w:t>
      </w:r>
    </w:p>
    <w:p w14:paraId="68205ACD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13741 tacaattgtt gtgatgatga ttatttcaat aaaaaggact ggtatgattt tgtagaaaac</w:t>
      </w:r>
    </w:p>
    <w:p w14:paraId="3C4863B5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13801 ccagatatat tacgcgtata cgccaactta ggtgaacgtg tacgccaagc tttgttaaaa</w:t>
      </w:r>
    </w:p>
    <w:p w14:paraId="4025EC8C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13861 acagtacaat tctgtgatgc catgcgaaat gctggtattg ttggtgtact gacattagat</w:t>
      </w:r>
    </w:p>
    <w:p w14:paraId="09F08FE1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13921 aatcaagatc tcaatggtaa ctggtatgat ttcggtgatt tcatacaaac cacgccaggt</w:t>
      </w:r>
    </w:p>
    <w:p w14:paraId="6CCC561F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13981 agtggagttc ctgttgtaga ttcttattat tcattgttaa tgcctatatt aaccttgacc</w:t>
      </w:r>
    </w:p>
    <w:p w14:paraId="7610C39E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14041 agggctttaa ctgcagagtc acatgttgac actgacttaa caaagcctta cattaagtgg</w:t>
      </w:r>
    </w:p>
    <w:p w14:paraId="7C2D7503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14101 gatttgttaa aatatgactt cacggaagag aggttaaaac tctttgaccg ttattttaaa</w:t>
      </w:r>
    </w:p>
    <w:p w14:paraId="76EEF497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14161 tattgggatc agacatacca cccaaattgt gttaactgtt tggatgacag atgcattctg</w:t>
      </w:r>
    </w:p>
    <w:p w14:paraId="482A327A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14221 cattgtgcaa actttaatgt tttattctct acagtgttcc cacttacaag ttttggacca</w:t>
      </w:r>
    </w:p>
    <w:p w14:paraId="15DF4246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14281 ctagtgagaa aaatatttgt tgatggtgtt ccatttgtag tttcaactgg ataccacttc</w:t>
      </w:r>
    </w:p>
    <w:p w14:paraId="30FE23A3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14341 agagagctag gtgttgtaca taatcaggat gtaaacttac atagctctag acttagtttt</w:t>
      </w:r>
    </w:p>
    <w:p w14:paraId="20AA0480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14401 aaggaattac ttgtgtatgc tgctgaccct gctatgcacg ctgcttctgg taatctatta</w:t>
      </w:r>
    </w:p>
    <w:p w14:paraId="357B65A3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14461 ctagataaac gcactacgtg cttttcagta gctgcactta ctaacaatgt tgcttttcaa</w:t>
      </w:r>
    </w:p>
    <w:p w14:paraId="59F6EE76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14521 actgtcaaac ccggtaattt taacaaagac ttctatgact ttgctgtgtc taagggtttc</w:t>
      </w:r>
    </w:p>
    <w:p w14:paraId="7127134F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14581 tttaaggaag gaagttctgt tgaattaaaa cacttcttct ttgctcagga tggtaatgct</w:t>
      </w:r>
    </w:p>
    <w:p w14:paraId="031CB3DD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14641 gctatcagcg attatgacta ctatcgttat aatctaccaa caatgtgtga tatcagacaa</w:t>
      </w:r>
    </w:p>
    <w:p w14:paraId="7F2CE9FE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14701 ctactatttg tagttgaagt tgttgataag tactttgatt gttacgatgg tggctgtatt</w:t>
      </w:r>
    </w:p>
    <w:p w14:paraId="7919A4C4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14761 aatgctaacc aagtcatcgt caacaaccta gacaaatcag ctggttttcc atttaataaa</w:t>
      </w:r>
    </w:p>
    <w:p w14:paraId="67D2EEE8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14821 tggggtaagg ctagacttta ttatgattca atgagttatg aggatcaaga tgcacttttc</w:t>
      </w:r>
    </w:p>
    <w:p w14:paraId="2224364A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14881 gcatatacaa aacgtaatgt catccctact ataactcaaa tgaatcttaa gtatgccatt</w:t>
      </w:r>
    </w:p>
    <w:p w14:paraId="62437FF6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14941 agtgcaaaga atagagctcg caccgtagct ggtgtctcta tctgtagtac tatgaccaat</w:t>
      </w:r>
    </w:p>
    <w:p w14:paraId="5290DA5B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15001 agacagtttc atcaaaaatt attgaaatca atagccgcca ctagaggagc tactgtagta</w:t>
      </w:r>
    </w:p>
    <w:p w14:paraId="1A15B4AB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15061 attggaacaa gcaaattcta tggtggttgg cacaacatgt taaaaactgt ttatagtgat</w:t>
      </w:r>
    </w:p>
    <w:p w14:paraId="4DC0D545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15121 gtagaaaacc ctcaccttat gggttgggat tatcctaaat gtgatagagc catgcctaac</w:t>
      </w:r>
    </w:p>
    <w:p w14:paraId="79C2870A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15181 atgcttagaa ttatggcctc acttgttctt gctcgcaaac atacaacgtg ttgtagcttg</w:t>
      </w:r>
    </w:p>
    <w:p w14:paraId="36C375B5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15241 tcacaccgtt tctatagatt agctaatgag tgtgctcaag tattgagtga aatggtcatg</w:t>
      </w:r>
    </w:p>
    <w:p w14:paraId="038769F6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15301 tgtggcggtt cactatatgt taaaccaggt ggaacctcat caggagatgc cacaactgct</w:t>
      </w:r>
    </w:p>
    <w:p w14:paraId="7CF8C799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15361 tatgctaata gtgtttttaa catttgtcaa gctgtcacgg ccaatgttaa tgcactttta</w:t>
      </w:r>
    </w:p>
    <w:p w14:paraId="6F0E327D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15421 tctactgatg gtaacaaaat tgccgataag tatgtccgca atttacaaca cagactttat</w:t>
      </w:r>
    </w:p>
    <w:p w14:paraId="0EB3D3A2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15481 gagtgtctct atagaaatag agatgttgac acagactttg tgaatgagtt ttacgcatat</w:t>
      </w:r>
    </w:p>
    <w:p w14:paraId="23CAA8D2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15541 ttgcgtaaac atttctcaat gatgatactt tctgacgatg ctgttgtgtg tttcaatagc</w:t>
      </w:r>
    </w:p>
    <w:p w14:paraId="30BB5842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15601 acttatgcat ctcaaggtct agtggctagc ataaagaact ttaagtcagt tctttattat</w:t>
      </w:r>
    </w:p>
    <w:p w14:paraId="1E3598E5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15661 caaaacaatg tttttatgtc tgaagcaaaa tgttggactg agactgacct tactaaagga</w:t>
      </w:r>
    </w:p>
    <w:p w14:paraId="09375685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15721 cctcatgaat tttgctctca acatacaatg ctagttaaac agggtgatga ttatgtgtac</w:t>
      </w:r>
    </w:p>
    <w:p w14:paraId="2AFEF12D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15781 cttccttacc cagatccatc aagaatccta ggggccggct gttttgtaga tgatatcgta</w:t>
      </w:r>
    </w:p>
    <w:p w14:paraId="1177226B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15841 aaaacagatg gtacacttat gattgaacgg ttcgtgtctt tagctataga tgcttaccca</w:t>
      </w:r>
    </w:p>
    <w:p w14:paraId="227018E6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15901 cttactaaac atcctaatca ggagtatgct gatgtctttc atttgtactt acaatacata</w:t>
      </w:r>
    </w:p>
    <w:p w14:paraId="4177E19B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15961 agaaagctac atgatgagtt aacaggacac atgttagaca tgtattctgt tatgcttact</w:t>
      </w:r>
    </w:p>
    <w:p w14:paraId="2F16DE09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16021 aatgataaca cttcaaggta ttgggaacct gagttttatg aggctatgta cacaccgcat</w:t>
      </w:r>
    </w:p>
    <w:p w14:paraId="1B50DA3C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16081 acagtcttac aggctgttgg ggcttgtgtt ctttgcaatt cacagacttc attaagatgt</w:t>
      </w:r>
    </w:p>
    <w:p w14:paraId="07D0F6E8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16141 ggtgcttgca tacgtagacc attcttatgt tgtaaatgct gttacgacca tgtcatatca</w:t>
      </w:r>
    </w:p>
    <w:p w14:paraId="769CE437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16201 acatcacata aattagtctt gtctgttaat ccgtatgttt gcaatgctcc aggttgtgat</w:t>
      </w:r>
    </w:p>
    <w:p w14:paraId="7BEC0C2F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16261 gtcacagatg tgactcaact ttacttagga ggtatgagct attattgtaa atcacataaa</w:t>
      </w:r>
    </w:p>
    <w:p w14:paraId="299C712B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16321 ccacccatta gttttccatt gtgtgctaat ggacaagttt ttggtttata taaaaataca</w:t>
      </w:r>
    </w:p>
    <w:p w14:paraId="71AE4F77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16381 tgtgttggta gcgataatgt tactgacttt aatgcaattg caacatgtga ctggacaaat</w:t>
      </w:r>
    </w:p>
    <w:p w14:paraId="472B880F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16441 gctggtgatt acattttagc taacacctgt actgaaagac tcaagctttt tgcagcagaa</w:t>
      </w:r>
    </w:p>
    <w:p w14:paraId="6C0F7CCA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16501 acgctcaaag ctactgagga gacatttaaa ctgtcttatg gtattgctac tgtacgtgaa</w:t>
      </w:r>
    </w:p>
    <w:p w14:paraId="29334D51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16561 gtgctgtctg acagagaatt acatctttca tgggaagttg gtaaacctag accaccactt</w:t>
      </w:r>
    </w:p>
    <w:p w14:paraId="3029E0B0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16621 aaccgaaatt atgtctttac tggttatcgt gtaactaaaa acagtaaagt acaaatagga</w:t>
      </w:r>
    </w:p>
    <w:p w14:paraId="519D859F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16681 gagtacacct ttgaaaaagg tgactatggt gatgctgttg tttaccgagg tacaacaact</w:t>
      </w:r>
    </w:p>
    <w:p w14:paraId="231BFBC1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16741 tacaaattaa atgttggtga ttattttgtg ctgacatcac atacagtaat gccattaagt</w:t>
      </w:r>
    </w:p>
    <w:p w14:paraId="0395F089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16801 gcacctacac tagtgccaca agagcactat gttagaatta ctggcttata cccaacactc</w:t>
      </w:r>
    </w:p>
    <w:p w14:paraId="2A396DF2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16861 aatatctcag atgagttttc tagcaatgtt gcaaattatc aaaaggttgg tatgcaaaag</w:t>
      </w:r>
    </w:p>
    <w:p w14:paraId="783B9CE6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16921 tattctacac tccagggacc acctggtact ggtaagagtc attttgctat tggcctagct</w:t>
      </w:r>
    </w:p>
    <w:p w14:paraId="21FF2868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16981 ctctactacc cttctgctcg catagtgtat acagcttgct ctcatgccgc tgttgatgca</w:t>
      </w:r>
    </w:p>
    <w:p w14:paraId="54BDD334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17041 ctatgtgaga aggcattaaa atatttgcct atagataaat gtagtagaat tatacctgca</w:t>
      </w:r>
    </w:p>
    <w:p w14:paraId="115C5F4A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17101 cgtgctcgtg tagagtgttt tgataaattc aaagtgaatt caacattaga acagtatgtc</w:t>
      </w:r>
    </w:p>
    <w:p w14:paraId="1FC054DB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17161 ttttgtactg taaatgcatt gcctgagacg acagcagata tagttgtctt tgatgaaatt</w:t>
      </w:r>
    </w:p>
    <w:p w14:paraId="3084072A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17221 tcaatggcca caaattatga tttgagtgtt gtcaatgcca gattatgtgc taagcactat</w:t>
      </w:r>
    </w:p>
    <w:p w14:paraId="5413932C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17281 gtgtacattg gcgaccctgc tcaattacct gcaccacgca cattgctaac taagggcaca</w:t>
      </w:r>
    </w:p>
    <w:p w14:paraId="0E01F2AD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17341 ctagaaccag aatatttcaa ttcagtgtgt agacttatga aaactatagg tccagacatg</w:t>
      </w:r>
    </w:p>
    <w:p w14:paraId="7BC79BB4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17401 ttcctcggaa cttgtcggcg ttgtcctgct gaaattgttg acactgtgag tgctttggtt</w:t>
      </w:r>
    </w:p>
    <w:p w14:paraId="33AD45D2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17461 tatgataata agcttaaagc acataaagac aaatcagctc aatgctttaa aatgttttat</w:t>
      </w:r>
    </w:p>
    <w:p w14:paraId="195C65D4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17521 aagggtgtta tcacgcatga tgtttcatct gcaattaaca ggccacaaat aggcgtggta</w:t>
      </w:r>
    </w:p>
    <w:p w14:paraId="08BB3602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17581 agagaattcc ttacacgtaa ccctgcttgg agaaaagctg tctttatttc accttataat</w:t>
      </w:r>
    </w:p>
    <w:p w14:paraId="1113A2DA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17641 tcacagaatg ctgtagcctc aaagattttg ggactaccaa ctcaaactgt tgattcatca</w:t>
      </w:r>
    </w:p>
    <w:p w14:paraId="395B3A8C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17701 cagggctcag aatatgacta tgtcatattc actcaaacca ctgaaacagc tcactcttgt</w:t>
      </w:r>
    </w:p>
    <w:p w14:paraId="7BE1CCEB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17761 aatgtaaaca gatttaatgt tgctattacc agagcaaaag taggcatact ttgcataatg</w:t>
      </w:r>
    </w:p>
    <w:p w14:paraId="207F5F31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17821 tctgatagag acctttatga caagttgcaa tttacaagtc ttgaaattcc acgtaggaat</w:t>
      </w:r>
    </w:p>
    <w:p w14:paraId="51738C2E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17881 gtggcaactt tacaagctga aaatgtaaca ggactcttta aagattgtag taaggtaatc</w:t>
      </w:r>
    </w:p>
    <w:p w14:paraId="58D58F16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17941 actgggttac atcctacaca ggcacctaca cacctcagtg ttgacactaa attcaaaact</w:t>
      </w:r>
    </w:p>
    <w:p w14:paraId="13DF18AF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18001 gaaggtttat gtgttgacgt acctggcata cctaaggaca tgacctatag aagactcatc</w:t>
      </w:r>
    </w:p>
    <w:p w14:paraId="70C2B54F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18061 tctatgatgg gttttaaaat gaattatcaa gttaatggtt accctaacat gtttatcacc</w:t>
      </w:r>
    </w:p>
    <w:p w14:paraId="78B27954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18121 cgcgaagaag ctataagaca tgtacgtgca tggattggct tcgatgtcga ggggtgtcat</w:t>
      </w:r>
    </w:p>
    <w:p w14:paraId="71E57F6D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18181 gctactagag aagctgttgg taccaattta cctttacagc taggtttttc tacaggtgtt</w:t>
      </w:r>
    </w:p>
    <w:p w14:paraId="0C5678CE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18241 aacctagttg ctgtacctac aggttatgtt gatacaccta ataatacaga tttttccaga</w:t>
      </w:r>
    </w:p>
    <w:p w14:paraId="6C652238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18301 gttagtgcta aaccaccgcc tggagatcaa tttaaacacc tcataccact tatgtacaaa</w:t>
      </w:r>
    </w:p>
    <w:p w14:paraId="7EDE9EB3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18361 ggacttcctt ggaatgtagt gcgtataaag attgtacaaa tgttaagtga cacacttaaa</w:t>
      </w:r>
    </w:p>
    <w:p w14:paraId="3D7B29A5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18421 aatctctctg acagagtcgt atttgtctta tgggcacatg gctttgagtt gacatctatg</w:t>
      </w:r>
    </w:p>
    <w:p w14:paraId="38F97915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18481 aagtattttg tgaaaatagg acctgagcgc acctgttgtc tatgtgatag acgtgccaca</w:t>
      </w:r>
    </w:p>
    <w:p w14:paraId="55A6E1CF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18541 tgcttttcca ctgcttcaga cacttatgcc tgttggcatc attctattgg atttgattac</w:t>
      </w:r>
    </w:p>
    <w:p w14:paraId="7E31B177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18601 gtctataatc cgtttatgat tgatgttcaa caatggggtt ttacaggtaa cctacaaagc</w:t>
      </w:r>
    </w:p>
    <w:p w14:paraId="53721851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18661 aaccatgatc tgtattgtca agtccatggt aatgcacatg tagctagttg tgatgcaatc</w:t>
      </w:r>
    </w:p>
    <w:p w14:paraId="5B1BBF74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18721 atgactaggt gtctagctgt ccacgagtgc tttgttaagc gtgttgactg gactattgaa</w:t>
      </w:r>
    </w:p>
    <w:p w14:paraId="528CB1C9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18781 tatcctataa ttggtgatga actgaagatt aatgcggctt gtagaaaggt tcaacacatg</w:t>
      </w:r>
    </w:p>
    <w:p w14:paraId="7A8D5464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18841 gttgttaaag ctgcattatt agcagacaaa ttcccagttc ttcacgacat tggtaaccct</w:t>
      </w:r>
    </w:p>
    <w:p w14:paraId="1AEB8182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18901 aaagctatta agtgtgtacc tcaagctgat gtagaatgga agttctatga tgcacagcct</w:t>
      </w:r>
    </w:p>
    <w:p w14:paraId="57D41165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18961 tgtagtgaca aagcttataa aatagaagaa ttattctatt cttatgccac acattctgac</w:t>
      </w:r>
    </w:p>
    <w:p w14:paraId="7DAC403B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19021 aaattcacag atggtgtatg cctattttgg aattgcaatg tcgatagata tcctgctaat</w:t>
      </w:r>
    </w:p>
    <w:p w14:paraId="542910E4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19081 tccattgttt gtagatttga cactagagtg ctatctaacc ttaacttgcc tggttgtgat</w:t>
      </w:r>
    </w:p>
    <w:p w14:paraId="4679E59A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19141 ggtggcagtt tgtatgtaaa taaacatgca ttccacacac cagcttttga taaaagtgct</w:t>
      </w:r>
    </w:p>
    <w:p w14:paraId="4D6A1891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19201 tttgttaatt taaaacaatt accatttttc tattactctg acagtccatg tgagtctcat</w:t>
      </w:r>
    </w:p>
    <w:p w14:paraId="7A3D416C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19261 ggaaaacaag tagtgtcaga tatagattat gtaccactaa agtctgctac gtgtataaca</w:t>
      </w:r>
    </w:p>
    <w:p w14:paraId="1B03C8C5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19321 cgttgcaatt taggtggtgc tgtctgtaga catcatgcta atgagtacag attgtatctc</w:t>
      </w:r>
    </w:p>
    <w:p w14:paraId="7B39DCD8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19381 gatgcttata acatgatgat ctcagctggc tttagcttgt gggtttacaa acaatttgat</w:t>
      </w:r>
    </w:p>
    <w:p w14:paraId="75DA3BE8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19441 acttataacc tctggaacac ttttacaaga cttcagagtt tagaaaatgt ggcttttaat</w:t>
      </w:r>
    </w:p>
    <w:p w14:paraId="503933C8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19501 gttgtaaata agggacactt tgatggacaa cagggtgaag taccagtttc tatcattaat</w:t>
      </w:r>
    </w:p>
    <w:p w14:paraId="3D846D47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19561 aacactgttt acacaaaagt tgatggtgtt gatgtagaat tgtttgaaaa taaaacaaca</w:t>
      </w:r>
    </w:p>
    <w:p w14:paraId="1C610CAB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19621 ttacctgtta atgtagcatt tgagctttgg gctaagcgca acattaaacc agtaccagag</w:t>
      </w:r>
    </w:p>
    <w:p w14:paraId="522FC7B9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19681 gtgaaaatac tcaataattt gggtgtggac attgctgcta atactgtgat ctgggactac</w:t>
      </w:r>
    </w:p>
    <w:p w14:paraId="0E0DE89D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19741 aaaagagatg ctccagcaca tatatctact attggtgttt gttctatgac tgacatagcc</w:t>
      </w:r>
    </w:p>
    <w:p w14:paraId="46A191CC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19801 aagaaaccaa ttgaaacgat ttgtgcacca ctcactgtct tttttgatgg tagagttgat</w:t>
      </w:r>
    </w:p>
    <w:p w14:paraId="3F6312E1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19861 ggtcaagtag acttatttag aaatgcccgt aatggtgttc ttattacaga gggtagtgtt</w:t>
      </w:r>
    </w:p>
    <w:p w14:paraId="56D81E6C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19921 aaaggtttac aaccatctgt aggtcccaaa caagctagtc ttaatggagt cacattaatt</w:t>
      </w:r>
    </w:p>
    <w:p w14:paraId="3C140986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19981 ggagaagccg taaaaacaca gttcaattat tataagaaag ttgatggtgt tgtccaacaa</w:t>
      </w:r>
    </w:p>
    <w:p w14:paraId="67BE2FEC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20041 ttacctgaaa cttactttac tcagagtaga aatttacaag aatttaaacc caggagtcaa</w:t>
      </w:r>
    </w:p>
    <w:p w14:paraId="06414D33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20101 atggaaattg atttcttaga attagctatg gatgaattca ttgaacggta taaattagaa</w:t>
      </w:r>
    </w:p>
    <w:p w14:paraId="123B568D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20161 ggctatgcct tcgaacatat cgtttatgga gattttagtc atagtcagtt aggtggttta</w:t>
      </w:r>
    </w:p>
    <w:p w14:paraId="09741B78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20221 catctactga ttggactagc taaacgtttt aaggaatcac cttttgaatt agaagatttt</w:t>
      </w:r>
    </w:p>
    <w:p w14:paraId="464E7F91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20281 attcctatgg acagtacagt taaaaactat ttcataacag atgcgcaaac aggttcatct</w:t>
      </w:r>
    </w:p>
    <w:p w14:paraId="4C80C7A0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20341 aagtgtgtgt gttctgttat tgatttgtta cttgatgatt ttgttgaaat aataaaatcc</w:t>
      </w:r>
    </w:p>
    <w:p w14:paraId="037718D3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20401 caagatttat ctgtagtttc taaggttgtc aaagtgacta ttgactatac agaaatttca</w:t>
      </w:r>
    </w:p>
    <w:p w14:paraId="0B000603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20461 tttatgcttt ggtgtaaaga tggccatgta gaaacatttt acccaaaatt acaatctagt</w:t>
      </w:r>
    </w:p>
    <w:p w14:paraId="1AF34CC7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20521 caagcgtggc aaccgggtgt tgctatgcct aatctttaca aaatgcaaag aatgctatta</w:t>
      </w:r>
    </w:p>
    <w:p w14:paraId="02D51DCD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20581 gaaaagtgtg accttcaaaa ttatggtgat agtgcaacat tacctaaagg cataatgatg</w:t>
      </w:r>
    </w:p>
    <w:p w14:paraId="44E4FB18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20641 aatgtcgcaa aatatactca actgtgtcaa tatttaaaca cattaacatt agctgtaccc</w:t>
      </w:r>
    </w:p>
    <w:p w14:paraId="1F819559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20701 tataatatga gagttataca ttttggtgct ggttctgata aaggagttgc accaggtaca</w:t>
      </w:r>
    </w:p>
    <w:p w14:paraId="494B48B4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20761 gctgttttaa gacagtggtt gcctacgggt acgctgcttg tcgattcaga tcttaatgac</w:t>
      </w:r>
    </w:p>
    <w:p w14:paraId="68310545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20821 tttgtctctg atgcagattc aactttgatt ggtgattgtg caactgtaca tacagctaat</w:t>
      </w:r>
    </w:p>
    <w:p w14:paraId="3BA406C7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20881 aaatgggatc tcattattag tgatatgtac gaccctaaga ctaaaaatgt tacaaaagaa</w:t>
      </w:r>
    </w:p>
    <w:p w14:paraId="1EA4CA8D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20941 aatgactcta aagagggttt tttcacttac atttgtgggt ttatacaaca aaagctagct</w:t>
      </w:r>
    </w:p>
    <w:p w14:paraId="32FB36ED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21001 cttggaggtt ccgtggctat aaagataaca gaacattctt ggaatgctga tctttataag</w:t>
      </w:r>
    </w:p>
    <w:p w14:paraId="6A76E24F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21061 ctcatgggac acttcgcatg gtggacagcc tttgttacta atgtgaatgc gtcatcatct</w:t>
      </w:r>
    </w:p>
    <w:p w14:paraId="6DD4E416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21121 gaagcatttt taattggatg taattatctt ggcaaaccac gcgaacaaat agatggttat</w:t>
      </w:r>
    </w:p>
    <w:p w14:paraId="1B3F15B5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21181 gtcatgcatg caaattacat attttggagg aatacaaatc caattcagtt gtcttcctat</w:t>
      </w:r>
    </w:p>
    <w:p w14:paraId="5E308204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21241 tctttatttg acatgagtaa atttcccctt aaattaaggg gtactgctgt tatgtcttta</w:t>
      </w:r>
    </w:p>
    <w:p w14:paraId="05F8B550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21301 aaagaaggtc aaatcaatga tatgatttta tctcttctta gtaaaggtag acttataatt</w:t>
      </w:r>
    </w:p>
    <w:p w14:paraId="31507A15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21361 agagaaaaca acagagttgt tatttctagt gatgttcttg ttaacaacta aacgaacaat</w:t>
      </w:r>
    </w:p>
    <w:p w14:paraId="77683E0F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21421 gtttgttttt cttgttttat tgccactagt ctctagtcag tgtgttaatc ttataaccag</w:t>
      </w:r>
    </w:p>
    <w:p w14:paraId="7521BBC2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21481 aactcaatca tacactaatt ctttcacacg tggtgtttat taccctgaca aagttttcag</w:t>
      </w:r>
    </w:p>
    <w:p w14:paraId="2A2CFA7D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21541 atcctcagtt ttacattcaa ctcaggactt gttcttacct ttcttttcca atgttacttg</w:t>
      </w:r>
    </w:p>
    <w:p w14:paraId="1A924E60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21601 gttccatgct atacatgtct ctgggaccaa tggtactaag aggtttgata accctgtcct</w:t>
      </w:r>
    </w:p>
    <w:p w14:paraId="79D57EDB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21661 accatttaat gatggtgttt attttgcttc cactgagaag tctaacataa taagaggctg</w:t>
      </w:r>
    </w:p>
    <w:p w14:paraId="0E708A6D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21721 gatttttggt actactttag attcgaagac ccagtcccta cttattgtta ataacgctac</w:t>
      </w:r>
    </w:p>
    <w:p w14:paraId="0E7B3C9C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21781 taatgttgtt attaaagtct gtgaatttca attttgtaat gatccatttt tggatgttta</w:t>
      </w:r>
    </w:p>
    <w:p w14:paraId="28D0EB50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21841 ttaccacaaa aacaacaaaa gttggatgga aagtgagttc agagtttatt ctagtgcgaa</w:t>
      </w:r>
    </w:p>
    <w:p w14:paraId="71E03034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21901 taattgcact tttgaatatg tctctcagcc ttttcttatg gaccttgaag gaaaacaggg</w:t>
      </w:r>
    </w:p>
    <w:p w14:paraId="40A63A6B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21961 taatttcaaa aatcttaggg aatttgtgtt taagaatatt gatggttatt ttaaaatata</w:t>
      </w:r>
    </w:p>
    <w:p w14:paraId="441BFAB4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22021 ttctaagcac acgcctatta atttagggcg tgatctccct cagggttttt cggctttaga</w:t>
      </w:r>
    </w:p>
    <w:p w14:paraId="006DB172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22081 accattggta gatttgccaa taggtattaa catcactagg tttcaaactt tacttgcttt</w:t>
      </w:r>
    </w:p>
    <w:p w14:paraId="0B3D2507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22141 acatagaagt tatttgactc ctggtgattc ttcttcaggt tggacagctg gtgctgcagc</w:t>
      </w:r>
    </w:p>
    <w:p w14:paraId="43C24361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22201 ttattatgtg ggttatcttc aacctaggac ttttctatta aaatataatg aaaatggaac</w:t>
      </w:r>
    </w:p>
    <w:p w14:paraId="0E9FAA4F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22261 cattacagat gctgtagact gtgcacttga ccctctctca gaaacaaagt gtacgttgaa</w:t>
      </w:r>
    </w:p>
    <w:p w14:paraId="1E554E33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22321 atccttcact gtagaaaaag gaatctatca aacttctaac tttagagtcc aaccaacaga</w:t>
      </w:r>
    </w:p>
    <w:p w14:paraId="49A5C887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22381 atctattgtt agatttccta atattacaaa cttgtgccct tttgatgaag tttttaacgc</w:t>
      </w:r>
    </w:p>
    <w:p w14:paraId="780AC040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22441 caccagattt gcatctgttt atgcttggaa caggaagaga atcagcaact gtgttgctga</w:t>
      </w:r>
    </w:p>
    <w:p w14:paraId="4F7E55F4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22501 ttattctgtc ctatataatt tcgcaccatt tttcgctttt aagtgttatg gagtgtctcc</w:t>
      </w:r>
    </w:p>
    <w:p w14:paraId="3CB45179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22561 tactaaatta aatgatctct gctttactaa tgtctatgca gattcatttg taattagagg</w:t>
      </w:r>
    </w:p>
    <w:p w14:paraId="6CA67502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22621 taatgaagtc agccaaatcg ctccagggca aactggaaat attgctgatt ataattataa</w:t>
      </w:r>
    </w:p>
    <w:p w14:paraId="48E3B6B3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22681 attaccagat gattttacag gctgcgttat agcttggaat tctaacaagc ttgattctaa</w:t>
      </w:r>
    </w:p>
    <w:p w14:paraId="62E4DD4C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22741 ggttggtggt aattataatt acctgtatag attgtttagg aagtctaatc tcaaaccttt</w:t>
      </w:r>
    </w:p>
    <w:p w14:paraId="010A9883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22801 tgagagagat atttcaactg aaatctatca ggccggtaac aaaccttgta atggtgttgc</w:t>
      </w:r>
    </w:p>
    <w:p w14:paraId="0E897C49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22861 aggttttaat tgttactttc ctttacgatc atatggtttc cgacccactt atggtgttgg</w:t>
      </w:r>
    </w:p>
    <w:p w14:paraId="4B71B3D1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22921 tcaccaacca tacagagtag tagtactttc ttttgaactt ctacatgcac cagcaactgt</w:t>
      </w:r>
    </w:p>
    <w:p w14:paraId="640C4036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22981 ttgtggacct aaaaagtcta ctaatttggt taaaaacaaa tgtgtcaatt tcaacttcaa</w:t>
      </w:r>
    </w:p>
    <w:p w14:paraId="450853B3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23041 tggtttaaca ggcacaggtg ttcttactga gtctaacaaa aagtttctgc ctttccaaca</w:t>
      </w:r>
    </w:p>
    <w:p w14:paraId="6B7FCC12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23101 atttggcaga gacattgctg acactactga tgctgtccgt gatccacaga cacttgagat</w:t>
      </w:r>
    </w:p>
    <w:p w14:paraId="20C4CAC6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23161 tcttgacatt acaccatgtt cttttggtgg tgtcagtgtt ataacaccag gaacaaatac</w:t>
      </w:r>
    </w:p>
    <w:p w14:paraId="38A3C7B3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23221 ttctaaccag gttgctgttc tttatcaggg tgttaactgc acagaagtcc ctgttgctat</w:t>
      </w:r>
    </w:p>
    <w:p w14:paraId="7E30F996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23281 tcatgcagat caacttactc ctacttggcg tgtttattct acaggttcta atgtttttca</w:t>
      </w:r>
    </w:p>
    <w:p w14:paraId="37E3EE59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23341 aacacgtgca ggctgtttaa taggggctga acatgtcaac aactcatatg agtgtgacat</w:t>
      </w:r>
    </w:p>
    <w:p w14:paraId="3E3B93BD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23401 acccattggt gcaggtatat gcgctagtta tcagactcag actaagtctc atcggcgggc</w:t>
      </w:r>
    </w:p>
    <w:p w14:paraId="0E9F9779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23461 acgtagtgta gctagtcaat ccatcattgc ctacactatg tcacttggtg cagaaaattc</w:t>
      </w:r>
    </w:p>
    <w:p w14:paraId="1B82C052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23521 agttgcttac tctaataact ctattgccat acccacaaat tttactatta gtgttaccac</w:t>
      </w:r>
    </w:p>
    <w:p w14:paraId="0218C895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23581 agaaattcta ccagtgtcta tgaccaagac atcagtagat tgtacaatgt acatttgtgg</w:t>
      </w:r>
    </w:p>
    <w:p w14:paraId="0BD3B7DA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23641 tgattcaact gaatgcagca atcttttgtt gcaatatggc agtttttgta cacaattaaa</w:t>
      </w:r>
    </w:p>
    <w:p w14:paraId="5440D0C2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23701 acgtgcttta actggaatag ctgttgaaca agacaaaaac acccaagaag tttttgcaca</w:t>
      </w:r>
    </w:p>
    <w:p w14:paraId="5595738A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23761 agtcaaacaa atttacaaaa caccaccaat taaatatttt ggtggtttta atttttcaca</w:t>
      </w:r>
    </w:p>
    <w:p w14:paraId="617E5437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23821 aatattacca gatccatcaa aaccaagcaa gaggtcattt attgaagatc tacttttcaa</w:t>
      </w:r>
    </w:p>
    <w:p w14:paraId="4671AF13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23881 caaagtgaca cttgcagatg ctggcttcat caaacaatat ggtgattgcc ttggtgatat</w:t>
      </w:r>
    </w:p>
    <w:p w14:paraId="125657BA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23941 tgctgctaga gacctcattt gtgcacaaaa gtttaacggc cttactgttt tgccaccttt</w:t>
      </w:r>
    </w:p>
    <w:p w14:paraId="15703CA9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24001 gctcacagat gaaatgattg ctcaatacac ttctgcactg ttagcgggta caatcacttc</w:t>
      </w:r>
    </w:p>
    <w:p w14:paraId="0DD3DAD1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24061 tggttggacc tttggtgcag gtgctgcatt acaaatacca tttgctatgc aaatggctta</w:t>
      </w:r>
    </w:p>
    <w:p w14:paraId="137E38FA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24121 taggtttaat ggtattggag ttacacagaa tgttctctat gagaaccaaa aattgattgc</w:t>
      </w:r>
    </w:p>
    <w:p w14:paraId="6C5C995F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24181 caaccaattt aatagtgcta ttggcaaaat tcaagactca ctttcttcca cagcaagtgc</w:t>
      </w:r>
    </w:p>
    <w:p w14:paraId="3774C773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24241 acttggaaaa cttcaagatg tggtcaacca taatgcacaa gctttaaaca cgcttgttaa</w:t>
      </w:r>
    </w:p>
    <w:p w14:paraId="16145D06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24301 acaacttagc tccaaatttg gtgcaatttc aagtgtttta aatgatatcc tttcacgtct</w:t>
      </w:r>
    </w:p>
    <w:p w14:paraId="26416548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24361 tgacaaagtt gaggctgaag tgcaaattga taggttgatc acaggcagac ttcaaagttt</w:t>
      </w:r>
    </w:p>
    <w:p w14:paraId="35D7342D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24421 gcagacatat gtgactcaac aattaattag agctgcagaa atcagagctt ctgctaatct</w:t>
      </w:r>
    </w:p>
    <w:p w14:paraId="1BF984F5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24481 tgctgctact aaaatgtcag agtgtgtact tggacaatca aaaagagttg atttttgtgg</w:t>
      </w:r>
    </w:p>
    <w:p w14:paraId="4E6E5FFA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24541 aaagggctat catcttatgt ccttccctca gtcagcacct catggtgtag tcttcttgca</w:t>
      </w:r>
    </w:p>
    <w:p w14:paraId="7B64E3C4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24601 tgtgacttat gtccctgcac aagaaaagaa cttcacaact gctcctgcca tttgtcatga</w:t>
      </w:r>
    </w:p>
    <w:p w14:paraId="6882D042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24661 tggaaaagca cactttcctc gtgaaggtgt ctttgtttca aatggcacac actggtttgt</w:t>
      </w:r>
    </w:p>
    <w:p w14:paraId="7D7C7021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24721 aacacaaagg aatttttatg aaccacaaat cattactaca gacaacacat ttgtgtctgg</w:t>
      </w:r>
    </w:p>
    <w:p w14:paraId="29E6A15E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24781 taactgtgat gttgtaatag gaattgtcaa caacacagtt tatgatcctt tgcaacctga</w:t>
      </w:r>
    </w:p>
    <w:p w14:paraId="0FC964E6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24841 attagattca ttcaaggagg agttagataa atattttaag aatcatacat caccagatgt</w:t>
      </w:r>
    </w:p>
    <w:p w14:paraId="3C30858D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24901 tgatttaggt gacatctctg gcattaatgc ttcagttgta aacattcaaa aagaaattga</w:t>
      </w:r>
    </w:p>
    <w:p w14:paraId="2C803C54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24961 ccgcctcaat gaggttgcca agaatttaaa tgaatctctc atcgatctcc aagaacttgg</w:t>
      </w:r>
    </w:p>
    <w:p w14:paraId="4E972EA4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25021 aaagtatgag cagtatataa aatggccatg gtacatttgg ctaggtttta tagctggctt</w:t>
      </w:r>
    </w:p>
    <w:p w14:paraId="18E53866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25081 gattgccata gtaatggtga caattatgct ttgctgtatg accagttgct gtagttgtct</w:t>
      </w:r>
    </w:p>
    <w:p w14:paraId="2CB16D55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25141 caagggctgt tgttcttgtg gatcctgctg caaatttgat gaagacgact ctgagccagt</w:t>
      </w:r>
    </w:p>
    <w:p w14:paraId="2DBC2C46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25201 gctcaaagga gtcaaattac attacacata aacgaactta tggatttgtt tatgagaatc</w:t>
      </w:r>
    </w:p>
    <w:p w14:paraId="26FB3D77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25261 ttcacaattg gaactgtaac tttgaagcaa ggtgaaatca aggatgctac tccttcagat</w:t>
      </w:r>
    </w:p>
    <w:p w14:paraId="0F71D560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25321 tttgttcgcg ctactgcaac gataccgata caagcctcac tccctttcgg atggcttatt</w:t>
      </w:r>
    </w:p>
    <w:p w14:paraId="1D1380DE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25381 gttggcgttg cacttcttgc tgtttttcag agcgcttcca aaatcataac tctcaaaaag</w:t>
      </w:r>
    </w:p>
    <w:p w14:paraId="104398F2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25441 agatggcaac tagcactctc caagggtgtt cactttgttt gcaacttgct gttgttgttt</w:t>
      </w:r>
    </w:p>
    <w:p w14:paraId="0C4F3CA8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25501 gtaacagttt actcacacct tttgctcgtt gctgctggcc ttgaagcccc ttttctctat</w:t>
      </w:r>
    </w:p>
    <w:p w14:paraId="56D6AA1C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25561 ctttatgctt tagtctactt cttgcagagt ataaactttg taagaataat aatgaggctt</w:t>
      </w:r>
    </w:p>
    <w:p w14:paraId="0448CD0A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25621 tggctttgct ggaaatgccg ttccaaaaac ccattacttt atgatgccaa ctattttctt</w:t>
      </w:r>
    </w:p>
    <w:p w14:paraId="77EEBC71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25681 tgctggcata ctaattgtta cgactattgt ataccttaca atagtgtaac ttcttcaatt</w:t>
      </w:r>
    </w:p>
    <w:p w14:paraId="1CC023A7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25741 gtcattactt caggtgatgg cacaacaagt cctatttctg aacatgacta ccagattggt</w:t>
      </w:r>
    </w:p>
    <w:p w14:paraId="12248707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25801 ggttatactg aaaaatggga atctggagta aaagactgtg ttgtattaca cagttacttc</w:t>
      </w:r>
    </w:p>
    <w:p w14:paraId="1E5CC45A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25861 acttcagact attaccagct gtactcaact caattgagta cagacattgg tgttgaacat</w:t>
      </w:r>
    </w:p>
    <w:p w14:paraId="67E57BFF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25921 gttaccttct tcatctacaa taaaattgtt gatgagcctg aagaacatgt ccaaattcac</w:t>
      </w:r>
    </w:p>
    <w:p w14:paraId="69D2D487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25981 acaatcgacg gttcatccgg agttgttaat ccagtaatgg aaccaattta tgatgaaccg</w:t>
      </w:r>
    </w:p>
    <w:p w14:paraId="583038A7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26041 acgacgacta ctagcgtgcc tttgtaagca caagctgatg agtacgaact tatgtactca</w:t>
      </w:r>
    </w:p>
    <w:p w14:paraId="4CFA30F0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26101 ttcgtttcgg aagagatagg tacgttaata gttaatagcg tacttctttt tcttgctttc</w:t>
      </w:r>
    </w:p>
    <w:p w14:paraId="353451F6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26161 gtggtattct tgctagttac actagccatc cttactgcgc ttcgattgtg tgcgtactgc</w:t>
      </w:r>
    </w:p>
    <w:p w14:paraId="33391DFD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26221 tgcaatattg ttaacgtgag tcttgtaaaa ccttcttttt acgtttactc tcgtgttaaa</w:t>
      </w:r>
    </w:p>
    <w:p w14:paraId="314041A9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26281 aatctgaatt cttctagagt tcctgatctt ctggtctaaa cgaactaaat attatattag</w:t>
      </w:r>
    </w:p>
    <w:p w14:paraId="0923C691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26341 tttttctgtt tggaacttta attttagcca tggcagattc caacggtact attaccgttg</w:t>
      </w:r>
    </w:p>
    <w:p w14:paraId="3C8557CE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26401 aagagcttaa aaagctcctt gaagaatgga acctagtaat aggtttccta ttccttacat</w:t>
      </w:r>
    </w:p>
    <w:p w14:paraId="62865D57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26461 ggatttgtct tctacaattt gcctatgcca acaggaatag gtttttgtat ataattaagt</w:t>
      </w:r>
    </w:p>
    <w:p w14:paraId="57B7B4D6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26521 taattttcct ctggctgtta tggccagtaa ctttaacttg ttttgtgctt gctgctgttt</w:t>
      </w:r>
    </w:p>
    <w:p w14:paraId="3DA1549A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26581 acagaataaa ttggatcacc ggtggaattg ctatcgcaat ggcttgtctt gtaggcttga</w:t>
      </w:r>
    </w:p>
    <w:p w14:paraId="71377022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26641 tgtggctcag ctacttcatt gcttctttca gactgtttgc gcgtacgcgt tccatgtggt</w:t>
      </w:r>
    </w:p>
    <w:p w14:paraId="76D5C089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26701 catttaatcc agaaactaac attcttctca acgtgccact ccatggcact attctgacca</w:t>
      </w:r>
    </w:p>
    <w:p w14:paraId="01482F1A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26761 gaccgcttct agaaagtgaa ctcgtaatcg gagctgtgat ccttcgtgga catcttcgta</w:t>
      </w:r>
    </w:p>
    <w:p w14:paraId="49439824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26821 ttgctggaca ccatctagga cgctgtgaca tcaaggacct gcctaaagaa atcactgttg</w:t>
      </w:r>
    </w:p>
    <w:p w14:paraId="4130708D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26881 ctacatcacg aacgctttct tattacaaat tgggagcttc gcagcgtgta gcaggtgact</w:t>
      </w:r>
    </w:p>
    <w:p w14:paraId="7A5A9D7F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26941 caggttttgc tgcatacagt cgctacagga ttggcaacta taaattaaac acagaccatt</w:t>
      </w:r>
    </w:p>
    <w:p w14:paraId="01590DE5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27001 ccagtagcag tgacaatatt gctttgcttg tacagtaagt gacaacagat gtttcatctc</w:t>
      </w:r>
    </w:p>
    <w:p w14:paraId="5076CE4D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27061 gttgactttc aggttactat agcagagata ttactaatta ttatgcggac ttttaaagtt</w:t>
      </w:r>
    </w:p>
    <w:p w14:paraId="78D53E15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27121 tccatttgga atcttgatta catcataaac ctcataatta aaaatttatc taagtcacta</w:t>
      </w:r>
    </w:p>
    <w:p w14:paraId="27BB9654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27181 actgagaata aatattctca attagatgaa gagcaaccaa tggagattct ctaaacgaac</w:t>
      </w:r>
    </w:p>
    <w:p w14:paraId="6282E12A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27241 atgaaaatta ttcttttctt ggcactgata acactcgcta cttgtgagct ttatcactac</w:t>
      </w:r>
    </w:p>
    <w:p w14:paraId="5205017E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27301 caagagtgtg ttagaggtac aacagtactt ttaaaagaac cttgctcttc tggaacatac</w:t>
      </w:r>
    </w:p>
    <w:p w14:paraId="25171491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27361 gagggcaatt caccatttca tcctctagct gataacaaat ttgcactgac ttgctttagc</w:t>
      </w:r>
    </w:p>
    <w:p w14:paraId="017CD7B2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27421 actcaatttg cttttgcttg tcctgacggc gtaaaacacg tctatcagtt acgtgccaga</w:t>
      </w:r>
    </w:p>
    <w:p w14:paraId="2D6B730D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27481 tcagtttcac ctaaactgtt catcagacaa gaggaagttc aagaacttta ctctccaatt</w:t>
      </w:r>
    </w:p>
    <w:p w14:paraId="0E2973B9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27541 tttcttattg ttgcggcaat agtgtttata acactttgct tcacactcaa aagaaagaca</w:t>
      </w:r>
    </w:p>
    <w:p w14:paraId="67492F72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27601 gaatgattga actttcatta attgacttct atttgtgctt tttagccttt ctgttattcc</w:t>
      </w:r>
    </w:p>
    <w:p w14:paraId="7DAE298D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27661 ttgttttaat tatgcttatt atcttttggt tctcacttga actgcaagat cataatgaaa</w:t>
      </w:r>
    </w:p>
    <w:p w14:paraId="1D7CF56B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27721 cttgtcacgc ctaaacgaac atgaaatttc ttgttttctt aggaatcatc acaactgtag</w:t>
      </w:r>
    </w:p>
    <w:p w14:paraId="5DDFD2A0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27781 ctgcatttca ccaagaatgt agtttacagt catgtactca acatcaacca tatgtagttg</w:t>
      </w:r>
    </w:p>
    <w:p w14:paraId="6EA02C46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27841 atgacccgtg tcctattcac ttctattcta aatggtatat tagagtagga gctagaaaat</w:t>
      </w:r>
    </w:p>
    <w:p w14:paraId="11CF65B4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27901 cagcaccttt aattgaattg tgcgtggatg aggctggttc taaatcaccc attcagtaca</w:t>
      </w:r>
    </w:p>
    <w:p w14:paraId="5C7D6FFF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27961 tcgatatcgg taattataca gtttcctgtt taccttttac aattaattgc caggaaccta</w:t>
      </w:r>
    </w:p>
    <w:p w14:paraId="533E8006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28021 aattgggtag tcttgtagtg cgttgttcgt tctatgaaga ctttttagag tatcatgacg</w:t>
      </w:r>
    </w:p>
    <w:p w14:paraId="1FC23FB9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28081 ttcgtgttgt tttagatttc atctaaacga acaaacttaa atgtctgata atggacccca</w:t>
      </w:r>
    </w:p>
    <w:p w14:paraId="7A135201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28141 aaatcagcga aatgcactcc gcattacgtt tggtggaccc tcagattcaa ctggcagtaa</w:t>
      </w:r>
    </w:p>
    <w:p w14:paraId="523DDA3C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28201 ccagaatggt gg                                                    </w:t>
      </w:r>
    </w:p>
    <w:p w14:paraId="29EA22F7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[gap 114 bp]    </w:t>
      </w: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"https://www.ncbi.nlm.nih.gov/nuccore/ON624524.1?expand-gaps=on" </w:instrText>
      </w: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12B3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Expand Ns</w:t>
      </w: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164C182D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28327       tcca attaacacca atagcagtcc agatgaccaa attggctact accgaagagc</w:t>
      </w:r>
    </w:p>
    <w:p w14:paraId="004843E7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28381 taccagacga attcgtggtg gtgacggtaa aatgaaagat ctcagtccaa gatggtattt</w:t>
      </w:r>
    </w:p>
    <w:p w14:paraId="6F61A851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28441 ctactaccta ggaactgggc cagaagctgg acttccctat ggtgctaaca aagacggcat</w:t>
      </w:r>
    </w:p>
    <w:p w14:paraId="10831C7F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28501 catatgggtt gcaactgagg gagccttgaa tacaccaaaa gatcacattg gcacccgcaa</w:t>
      </w:r>
    </w:p>
    <w:p w14:paraId="10E8F9C0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28561 tcctgctaac aatgctgcaa tcgtgctaca acttcctcaa ggaacaacat tgccaaaagg</w:t>
      </w:r>
    </w:p>
    <w:p w14:paraId="54C1E469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28621 cttctacgca gaagggagca gaggcggcag tcaagcctct tctcgttcct catcacgtag</w:t>
      </w:r>
    </w:p>
    <w:p w14:paraId="2D6469AF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28681 tcgcaacagt tcaagaaatt caactccagg cagcagtaaa cgaacttctc ctgctagaat</w:t>
      </w:r>
    </w:p>
    <w:p w14:paraId="00373ABE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28741 ggctggcaat ggcggtgatg ctgctcttgc tttgctgctg cttgacagat tgaaccagct</w:t>
      </w:r>
    </w:p>
    <w:p w14:paraId="61D5282B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28801 tgagagcaaa atgtctggta aaggccaaca acaacaaggc caaactgtca ctaagaaatc</w:t>
      </w:r>
    </w:p>
    <w:p w14:paraId="4972ECB6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28861 tgctgctgag gcttctaaga agcctcggca aaaacgtact gccactaaag catacaatgt</w:t>
      </w:r>
    </w:p>
    <w:p w14:paraId="58EFEA57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28921 aacacaagct ttcggcagac gtggtccaga acaaacccaa ggaaattttg gggaccagga</w:t>
      </w:r>
    </w:p>
    <w:p w14:paraId="06FDFED9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28981 actaatcaga caaggaactg attacaaaca ttggccgcaa attgcacaat ttgcccccag</w:t>
      </w:r>
    </w:p>
    <w:p w14:paraId="59268C3E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29041 cgcttcagcg ttcttcggaa tgtcgcgcat tggcatggaa gtcacacctt cgggaacgtg</w:t>
      </w:r>
    </w:p>
    <w:p w14:paraId="36DF1651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29101 gttgacctac acaggtgcca tcaaattgga tgacaaagat ccaaatttca aagatcaagt</w:t>
      </w:r>
    </w:p>
    <w:p w14:paraId="2767FB91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29161 cattttgctg aataagcata ttgacgcata caaaacattc ccaccaacag agcctaaaaa</w:t>
      </w:r>
    </w:p>
    <w:p w14:paraId="5B2AB0DB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 xml:space="preserve">    29221 ggacaaaaag aagaaggctg atgaaactca agccttaccg ca</w:t>
      </w:r>
    </w:p>
    <w:p w14:paraId="0FCFB0D5" w14:textId="77777777" w:rsidR="00712B3B" w:rsidRPr="00712B3B" w:rsidRDefault="00712B3B" w:rsidP="00712B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2B3B">
        <w:rPr>
          <w:rFonts w:ascii="ＭＳ ゴシック" w:eastAsia="ＭＳ ゴシック" w:hAnsi="ＭＳ ゴシック" w:cs="ＭＳ ゴシック"/>
          <w:kern w:val="0"/>
          <w:sz w:val="24"/>
        </w:rPr>
        <w:t>//</w:t>
      </w:r>
    </w:p>
    <w:p w14:paraId="1E8DB79E" w14:textId="77777777" w:rsidR="00747B18" w:rsidRDefault="00747B18"/>
    <w:sectPr w:rsidR="00747B18" w:rsidSect="00251EE7">
      <w:pgSz w:w="11900" w:h="16840"/>
      <w:pgMar w:top="720" w:right="720" w:bottom="720" w:left="720" w:header="851" w:footer="992" w:gutter="0"/>
      <w:cols w:space="425"/>
      <w:docGrid w:type="lines" w:linePitch="360"/>
      <w:sectPrChange w:id="5" w:author="Microsoft Office User" w:date="2022-11-29T16:24:00Z">
        <w:sectPr w:rsidR="00747B18" w:rsidSect="00251EE7">
          <w:pgMar w:top="1985" w:right="1701" w:bottom="1701" w:left="1701" w:header="851" w:footer="992" w:gutter="0"/>
        </w:sectPr>
      </w:sectPrChange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Microsoft Office User">
    <w15:presenceInfo w15:providerId="None" w15:userId="Microsoft Office Use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9"/>
  <w:doNotDisplayPageBoundaries/>
  <w:bordersDoNotSurroundHeader/>
  <w:bordersDoNotSurroundFooter/>
  <w:attachedTemplate r:id="rId1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2B3B"/>
    <w:rsid w:val="00027553"/>
    <w:rsid w:val="0004370C"/>
    <w:rsid w:val="000A1613"/>
    <w:rsid w:val="000A2341"/>
    <w:rsid w:val="00145305"/>
    <w:rsid w:val="001A19DB"/>
    <w:rsid w:val="001B0602"/>
    <w:rsid w:val="001E779F"/>
    <w:rsid w:val="001F424A"/>
    <w:rsid w:val="00251EE7"/>
    <w:rsid w:val="00253673"/>
    <w:rsid w:val="002604C4"/>
    <w:rsid w:val="00263813"/>
    <w:rsid w:val="00280507"/>
    <w:rsid w:val="002F3BD2"/>
    <w:rsid w:val="00301E74"/>
    <w:rsid w:val="00306E03"/>
    <w:rsid w:val="00316930"/>
    <w:rsid w:val="00327FC2"/>
    <w:rsid w:val="003364AE"/>
    <w:rsid w:val="00340629"/>
    <w:rsid w:val="00391F40"/>
    <w:rsid w:val="00393C91"/>
    <w:rsid w:val="003F2D81"/>
    <w:rsid w:val="003F5578"/>
    <w:rsid w:val="00402378"/>
    <w:rsid w:val="00407398"/>
    <w:rsid w:val="00423C36"/>
    <w:rsid w:val="0044660B"/>
    <w:rsid w:val="004470A2"/>
    <w:rsid w:val="00466684"/>
    <w:rsid w:val="00475C4B"/>
    <w:rsid w:val="004C7000"/>
    <w:rsid w:val="00534B03"/>
    <w:rsid w:val="0054569C"/>
    <w:rsid w:val="00550F76"/>
    <w:rsid w:val="005B0816"/>
    <w:rsid w:val="005E4EEF"/>
    <w:rsid w:val="005F194D"/>
    <w:rsid w:val="006D247C"/>
    <w:rsid w:val="007053AC"/>
    <w:rsid w:val="00712B3B"/>
    <w:rsid w:val="0071602A"/>
    <w:rsid w:val="00727F3C"/>
    <w:rsid w:val="00747B18"/>
    <w:rsid w:val="00761507"/>
    <w:rsid w:val="00785FB4"/>
    <w:rsid w:val="007C30B5"/>
    <w:rsid w:val="00811565"/>
    <w:rsid w:val="00816093"/>
    <w:rsid w:val="00872951"/>
    <w:rsid w:val="008B41E9"/>
    <w:rsid w:val="008D2EFC"/>
    <w:rsid w:val="00900A59"/>
    <w:rsid w:val="00943149"/>
    <w:rsid w:val="009439EE"/>
    <w:rsid w:val="009D04B1"/>
    <w:rsid w:val="00A31C38"/>
    <w:rsid w:val="00A86BD6"/>
    <w:rsid w:val="00B6004D"/>
    <w:rsid w:val="00B675B7"/>
    <w:rsid w:val="00B911F0"/>
    <w:rsid w:val="00BA2369"/>
    <w:rsid w:val="00BA4DDB"/>
    <w:rsid w:val="00BE4532"/>
    <w:rsid w:val="00C01A46"/>
    <w:rsid w:val="00C108AA"/>
    <w:rsid w:val="00C65ED9"/>
    <w:rsid w:val="00CB3BD9"/>
    <w:rsid w:val="00CB4D4F"/>
    <w:rsid w:val="00CC73A2"/>
    <w:rsid w:val="00D14099"/>
    <w:rsid w:val="00D32AC5"/>
    <w:rsid w:val="00D366B3"/>
    <w:rsid w:val="00D71E71"/>
    <w:rsid w:val="00D72F22"/>
    <w:rsid w:val="00DC42E9"/>
    <w:rsid w:val="00E23C5F"/>
    <w:rsid w:val="00E42623"/>
    <w:rsid w:val="00E801C6"/>
    <w:rsid w:val="00EA4370"/>
    <w:rsid w:val="00EA63B6"/>
    <w:rsid w:val="00EF05C9"/>
    <w:rsid w:val="00F263C0"/>
    <w:rsid w:val="00F4367E"/>
    <w:rsid w:val="00F44B24"/>
    <w:rsid w:val="00F57E9D"/>
    <w:rsid w:val="00F710C7"/>
    <w:rsid w:val="00F95374"/>
    <w:rsid w:val="00FD287B"/>
    <w:rsid w:val="00FF57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66376C3"/>
  <w15:chartTrackingRefBased/>
  <w15:docId w15:val="{01B230B5-3E22-2C40-9CC1-C5E2180B60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0"/>
    <w:uiPriority w:val="9"/>
    <w:qFormat/>
    <w:rsid w:val="00E42623"/>
    <w:pPr>
      <w:widowControl/>
      <w:spacing w:before="100" w:beforeAutospacing="1" w:after="100" w:afterAutospacing="1"/>
      <w:jc w:val="left"/>
      <w:outlineLvl w:val="0"/>
    </w:pPr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Revision"/>
    <w:hidden/>
    <w:uiPriority w:val="99"/>
    <w:semiHidden/>
    <w:rsid w:val="00263813"/>
  </w:style>
  <w:style w:type="character" w:customStyle="1" w:styleId="10">
    <w:name w:val="見出し 1 (文字)"/>
    <w:basedOn w:val="a0"/>
    <w:link w:val="1"/>
    <w:uiPriority w:val="9"/>
    <w:rsid w:val="00E42623"/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paragraph" w:customStyle="1" w:styleId="msonormal0">
    <w:name w:val="msonormal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highlight">
    <w:name w:val="highlight"/>
    <w:basedOn w:val="a0"/>
    <w:rsid w:val="00E42623"/>
  </w:style>
  <w:style w:type="paragraph" w:customStyle="1" w:styleId="itemid">
    <w:name w:val="itemid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paragraph" w:customStyle="1" w:styleId="aux">
    <w:name w:val="aux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rprtlinks">
    <w:name w:val="rprtlinks"/>
    <w:basedOn w:val="a0"/>
    <w:rsid w:val="00E42623"/>
  </w:style>
  <w:style w:type="character" w:styleId="a4">
    <w:name w:val="Hyperlink"/>
    <w:basedOn w:val="a0"/>
    <w:uiPriority w:val="99"/>
    <w:semiHidden/>
    <w:unhideWhenUsed/>
    <w:rsid w:val="00E42623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E42623"/>
    <w:rPr>
      <w:color w:val="800080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E42623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HTML0">
    <w:name w:val="HTML 書式付き (文字)"/>
    <w:basedOn w:val="a0"/>
    <w:link w:val="HTML"/>
    <w:uiPriority w:val="99"/>
    <w:semiHidden/>
    <w:rsid w:val="00E42623"/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feature">
    <w:name w:val="feature"/>
    <w:basedOn w:val="a0"/>
    <w:rsid w:val="00E42623"/>
  </w:style>
  <w:style w:type="character" w:customStyle="1" w:styleId="ffline">
    <w:name w:val="ff_line"/>
    <w:basedOn w:val="a0"/>
    <w:rsid w:val="00E426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698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0904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573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4064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9911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27667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96990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88228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416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090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77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787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2608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057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9987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93965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microsoft.com/office/2011/relationships/people" Target="people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tanakaatsushi/Library/Group%20Containers/UBF8T346G9.Office/User%20Content.localized/Templates.localized/&#25991;&#26360;11.dotx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文書11.dotx</Template>
  <TotalTime>0</TotalTime>
  <Pages>24</Pages>
  <Words>10878</Words>
  <Characters>62011</Characters>
  <Application>Microsoft Office Word</Application>
  <DocSecurity>0</DocSecurity>
  <Lines>516</Lines>
  <Paragraphs>145</Paragraphs>
  <ScaleCrop>false</ScaleCrop>
  <Company/>
  <LinksUpToDate>false</LinksUpToDate>
  <CharactersWithSpaces>72744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2023-02-01T07:45:00Z</dcterms:created>
  <dcterms:modified xsi:type="dcterms:W3CDTF">2023-02-01T07:45:00Z</dcterms:modified>
</cp:coreProperties>
</file>